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1FBF5" w14:textId="77777777" w:rsidR="009E003E" w:rsidRDefault="009E003E" w:rsidP="009E003E">
      <w:pPr>
        <w:pStyle w:val="Nadpisbezsl1-1"/>
      </w:pPr>
      <w:r>
        <w:t>Příloha č. 9</w:t>
      </w:r>
    </w:p>
    <w:p w14:paraId="56ABAF48" w14:textId="77777777" w:rsidR="009E003E" w:rsidRPr="00BA1CFD" w:rsidRDefault="009E003E" w:rsidP="009E003E">
      <w:pPr>
        <w:pStyle w:val="Textbezslovn"/>
        <w:ind w:left="0"/>
        <w:rPr>
          <w:b/>
          <w:sz w:val="20"/>
          <w:szCs w:val="20"/>
        </w:rPr>
      </w:pPr>
      <w:r w:rsidRPr="00E56CBF">
        <w:rPr>
          <w:b/>
          <w:sz w:val="20"/>
          <w:szCs w:val="20"/>
        </w:rPr>
        <w:t xml:space="preserve">Seznam </w:t>
      </w:r>
      <w:r w:rsidRPr="00BA1CFD">
        <w:rPr>
          <w:b/>
          <w:sz w:val="20"/>
          <w:szCs w:val="20"/>
        </w:rPr>
        <w:t>zkušeností hodnocených členů odborného personálu dodavatele</w:t>
      </w:r>
    </w:p>
    <w:p w14:paraId="13704FBA" w14:textId="77777777" w:rsidR="009E003E" w:rsidRDefault="009E003E" w:rsidP="009E003E">
      <w:pPr>
        <w:pStyle w:val="Textbezslovn"/>
        <w:ind w:left="0"/>
      </w:pPr>
    </w:p>
    <w:p w14:paraId="56AF3BA1" w14:textId="7A0BEAC8" w:rsidR="009E003E" w:rsidRDefault="008301A0" w:rsidP="009E003E">
      <w:pPr>
        <w:pStyle w:val="Textbezslovn"/>
        <w:ind w:left="0"/>
      </w:pPr>
      <w:r>
        <w:rPr>
          <w:b/>
        </w:rPr>
        <w:t>F</w:t>
      </w:r>
      <w:r w:rsidR="009E003E" w:rsidRPr="00474F4D">
        <w:rPr>
          <w:b/>
        </w:rPr>
        <w:t>unkce</w:t>
      </w:r>
      <w:r w:rsidR="009E003E">
        <w:t xml:space="preserve"> ze seznamu odborného personálu dodavatele: [</w:t>
      </w:r>
      <w:r w:rsidR="009E003E" w:rsidRPr="00DE6A35">
        <w:rPr>
          <w:b/>
          <w:highlight w:val="yellow"/>
        </w:rPr>
        <w:t>DOPLNÍ DODAVATEL</w:t>
      </w:r>
      <w:r w:rsidR="009E003E">
        <w:t>]</w:t>
      </w:r>
    </w:p>
    <w:p w14:paraId="38C66248" w14:textId="77777777" w:rsidR="009E003E" w:rsidRDefault="009E003E" w:rsidP="0014107B">
      <w:pPr>
        <w:pStyle w:val="Odstavec1-1a"/>
        <w:numPr>
          <w:ilvl w:val="0"/>
          <w:numId w:val="0"/>
        </w:numPr>
      </w:pPr>
      <w:r w:rsidRPr="0090773F">
        <w:rPr>
          <w:b/>
        </w:rPr>
        <w:t>Příjmení</w:t>
      </w:r>
      <w:r>
        <w:t>: [</w:t>
      </w:r>
      <w:r w:rsidRPr="0090773F">
        <w:rPr>
          <w:b/>
          <w:highlight w:val="yellow"/>
        </w:rPr>
        <w:t>DOPLNÍ DODAVATEL</w:t>
      </w:r>
      <w:r>
        <w:t>]</w:t>
      </w:r>
    </w:p>
    <w:p w14:paraId="2DB52A11" w14:textId="77777777" w:rsidR="009E003E" w:rsidRDefault="009E003E" w:rsidP="0014107B">
      <w:pPr>
        <w:pStyle w:val="Odstavec1-1a"/>
        <w:numPr>
          <w:ilvl w:val="0"/>
          <w:numId w:val="0"/>
        </w:numPr>
      </w:pPr>
      <w:r w:rsidRPr="00D006F4">
        <w:rPr>
          <w:b/>
        </w:rPr>
        <w:t>Jméno</w:t>
      </w:r>
      <w:r>
        <w:t>: [</w:t>
      </w:r>
      <w:r w:rsidRPr="00DE6A35">
        <w:rPr>
          <w:b/>
          <w:highlight w:val="yellow"/>
        </w:rPr>
        <w:t>DOPLNÍ DODAVATEL</w:t>
      </w:r>
      <w:r>
        <w:t>]</w:t>
      </w:r>
    </w:p>
    <w:p w14:paraId="1A1B93B6" w14:textId="77777777" w:rsidR="009E003E" w:rsidRDefault="009E003E" w:rsidP="0014107B">
      <w:pPr>
        <w:pStyle w:val="Odstavec1-1a"/>
        <w:numPr>
          <w:ilvl w:val="0"/>
          <w:numId w:val="0"/>
        </w:numPr>
      </w:pPr>
      <w:r w:rsidRPr="0014107B">
        <w:t>Datum</w:t>
      </w:r>
      <w:r>
        <w:t xml:space="preserve"> narození: [</w:t>
      </w:r>
      <w:r w:rsidRPr="00833899">
        <w:rPr>
          <w:highlight w:val="yellow"/>
        </w:rPr>
        <w:t>DOPLNÍ DODAVATEL</w:t>
      </w:r>
      <w:r>
        <w:t>]</w:t>
      </w:r>
    </w:p>
    <w:p w14:paraId="2EFE762C" w14:textId="2E18EEA2" w:rsidR="009E003E" w:rsidRPr="00E7007F" w:rsidRDefault="009E003E" w:rsidP="009E003E">
      <w:pPr>
        <w:pStyle w:val="Textbezslovn"/>
        <w:ind w:left="0"/>
        <w:rPr>
          <w:b/>
        </w:rPr>
      </w:pPr>
      <w:r>
        <w:rPr>
          <w:b/>
        </w:rPr>
        <w:t xml:space="preserve">Tuto přílohu </w:t>
      </w:r>
      <w:r w:rsidRPr="000E48A0">
        <w:rPr>
          <w:b/>
        </w:rPr>
        <w:t>dodavatel vyplň</w:t>
      </w:r>
      <w:r>
        <w:rPr>
          <w:b/>
        </w:rPr>
        <w:t>uje</w:t>
      </w:r>
      <w:r w:rsidRPr="000E48A0">
        <w:rPr>
          <w:b/>
        </w:rPr>
        <w:t xml:space="preserve"> za účelem hodnocení </w:t>
      </w:r>
      <w:r>
        <w:rPr>
          <w:b/>
        </w:rPr>
        <w:t xml:space="preserve">pouze </w:t>
      </w:r>
      <w:r w:rsidRPr="000E48A0">
        <w:rPr>
          <w:b/>
        </w:rPr>
        <w:t>u těch členů odborného personálu</w:t>
      </w:r>
      <w:r>
        <w:rPr>
          <w:b/>
        </w:rPr>
        <w:t xml:space="preserve"> dodavatele</w:t>
      </w:r>
      <w:r w:rsidRPr="000E48A0">
        <w:rPr>
          <w:b/>
        </w:rPr>
        <w:t xml:space="preserve">, kteří mají být hodnoceni. </w:t>
      </w:r>
      <w:r w:rsidRPr="00294DE2">
        <w:t>V případě, že člen</w:t>
      </w:r>
      <w:r w:rsidR="000E274F">
        <w:t>a</w:t>
      </w:r>
      <w:r w:rsidRPr="00294DE2">
        <w:t xml:space="preserve"> odborného personálu, kterým je prokazována kvalifikace dle čl. 8.</w:t>
      </w:r>
      <w:r w:rsidR="003308E9">
        <w:t>6</w:t>
      </w:r>
      <w:r w:rsidRPr="00294DE2">
        <w:t xml:space="preserve"> těchto Pokynů</w:t>
      </w:r>
      <w:r w:rsidRPr="00E7007F">
        <w:t xml:space="preserve"> dodavatel k hodnocení nenavrhuje, dodavatel níže uvedenou tabulku proškrtne nebo ponechá nevyplněnou. Bližší informace k hodnocení – viz čl. 1</w:t>
      </w:r>
      <w:r w:rsidR="00E7007F" w:rsidRPr="00E7007F">
        <w:t>7</w:t>
      </w:r>
      <w:r w:rsidRPr="00E7007F">
        <w:t xml:space="preserve">.3 Pokynů pro dodavatele. </w:t>
      </w:r>
    </w:p>
    <w:p w14:paraId="730853A4" w14:textId="77777777" w:rsidR="009E003E" w:rsidRDefault="009E003E" w:rsidP="009E003E">
      <w:pPr>
        <w:pStyle w:val="Odstavec1-1a"/>
        <w:numPr>
          <w:ilvl w:val="0"/>
          <w:numId w:val="0"/>
        </w:numPr>
        <w:spacing w:after="0"/>
        <w:ind w:left="1077"/>
        <w:rPr>
          <w:b/>
        </w:rPr>
      </w:pPr>
    </w:p>
    <w:p w14:paraId="07A7BF32" w14:textId="77777777" w:rsidR="00B315B6" w:rsidRPr="00E7007F" w:rsidRDefault="00B315B6" w:rsidP="009E003E">
      <w:pPr>
        <w:pStyle w:val="Odstavec1-1a"/>
        <w:numPr>
          <w:ilvl w:val="0"/>
          <w:numId w:val="0"/>
        </w:numPr>
        <w:spacing w:after="0"/>
        <w:ind w:left="1077"/>
        <w:rPr>
          <w:b/>
        </w:rPr>
      </w:pPr>
    </w:p>
    <w:p w14:paraId="217DBCBB" w14:textId="3070AA90" w:rsidR="009E003E" w:rsidRDefault="009E003E" w:rsidP="0014107B">
      <w:pPr>
        <w:pStyle w:val="Odstavec1-1a"/>
        <w:numPr>
          <w:ilvl w:val="0"/>
          <w:numId w:val="0"/>
        </w:numPr>
      </w:pPr>
      <w:r w:rsidRPr="00E7007F">
        <w:rPr>
          <w:b/>
        </w:rPr>
        <w:t>Zkušenosti</w:t>
      </w:r>
      <w:r w:rsidRPr="00E7007F">
        <w:t xml:space="preserve"> s plněním zakázek, jež jsou pro členy odborného personálu dodavatele relevantní dle čl. 1</w:t>
      </w:r>
      <w:r w:rsidR="00E7007F" w:rsidRPr="00E7007F">
        <w:t>7</w:t>
      </w:r>
      <w:r w:rsidRPr="00E7007F">
        <w:t xml:space="preserve">.3 těchto Pokynů </w:t>
      </w:r>
      <w:r w:rsidRPr="00E7007F">
        <w:rPr>
          <w:b/>
        </w:rPr>
        <w:t>pro hodnocení</w:t>
      </w:r>
      <w:r w:rsidRPr="00E7007F">
        <w:rPr>
          <w:rStyle w:val="Znakapoznpodarou"/>
        </w:rPr>
        <w:footnoteReference w:id="1"/>
      </w:r>
      <w:r w:rsidRPr="00E7007F">
        <w:t>:</w:t>
      </w:r>
      <w:r>
        <w:t xml:space="preserve"> </w:t>
      </w:r>
    </w:p>
    <w:p w14:paraId="31D6579D" w14:textId="0D878469" w:rsidR="00101038" w:rsidRDefault="00101038" w:rsidP="0014107B">
      <w:pPr>
        <w:pStyle w:val="Odstavec1-1a"/>
        <w:numPr>
          <w:ilvl w:val="0"/>
          <w:numId w:val="0"/>
        </w:numPr>
      </w:pPr>
    </w:p>
    <w:tbl>
      <w:tblPr>
        <w:tblStyle w:val="Mkatabulky"/>
        <w:tblW w:w="8584" w:type="dxa"/>
        <w:tblInd w:w="142" w:type="dxa"/>
        <w:tblLayout w:type="fixed"/>
        <w:tblLook w:val="04E0" w:firstRow="1" w:lastRow="1" w:firstColumn="1" w:lastColumn="0" w:noHBand="0" w:noVBand="1"/>
      </w:tblPr>
      <w:tblGrid>
        <w:gridCol w:w="5749"/>
        <w:gridCol w:w="2835"/>
      </w:tblGrid>
      <w:tr w:rsidR="009E003E" w:rsidRPr="00833899" w14:paraId="3AC273DA" w14:textId="77777777" w:rsidTr="005A45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9" w:type="dxa"/>
            <w:tcBorders>
              <w:bottom w:val="single" w:sz="2" w:space="0" w:color="auto"/>
            </w:tcBorders>
            <w:shd w:val="clear" w:color="auto" w:fill="auto"/>
          </w:tcPr>
          <w:p w14:paraId="6AD37CEE" w14:textId="77777777" w:rsidR="009E003E" w:rsidRPr="00833899" w:rsidRDefault="009E003E" w:rsidP="00C313BF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 xml:space="preserve">Název zakázky 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auto"/>
          </w:tcPr>
          <w:p w14:paraId="4E6CB0AB" w14:textId="77777777" w:rsidR="009E003E" w:rsidRPr="00833899" w:rsidRDefault="009E003E" w:rsidP="00C313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9E003E" w:rsidRPr="00833899" w14:paraId="6FDCD82B" w14:textId="77777777" w:rsidTr="005A45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9" w:type="dxa"/>
            <w:tcBorders>
              <w:top w:val="single" w:sz="2" w:space="0" w:color="auto"/>
            </w:tcBorders>
          </w:tcPr>
          <w:p w14:paraId="50E342F8" w14:textId="20AFC711" w:rsidR="009E003E" w:rsidRPr="00833899" w:rsidRDefault="009E003E" w:rsidP="00C313BF">
            <w:pPr>
              <w:rPr>
                <w:sz w:val="16"/>
                <w:szCs w:val="16"/>
              </w:rPr>
            </w:pPr>
            <w:r w:rsidRPr="00543F07">
              <w:rPr>
                <w:sz w:val="16"/>
                <w:szCs w:val="16"/>
              </w:rPr>
              <w:t xml:space="preserve">Popis předmětu plnění </w:t>
            </w:r>
            <w:proofErr w:type="gramStart"/>
            <w:r w:rsidRPr="00543F07">
              <w:rPr>
                <w:sz w:val="16"/>
                <w:szCs w:val="16"/>
              </w:rPr>
              <w:t>zakázky - v</w:t>
            </w:r>
            <w:proofErr w:type="gramEnd"/>
            <w:r w:rsidRPr="00543F07">
              <w:rPr>
                <w:sz w:val="16"/>
                <w:szCs w:val="16"/>
              </w:rPr>
              <w:t xml:space="preserve"> detailu potřebném pro ověření splnění požadavků</w:t>
            </w:r>
            <w:r>
              <w:rPr>
                <w:sz w:val="16"/>
                <w:szCs w:val="16"/>
              </w:rPr>
              <w:t xml:space="preserve"> relevantních pro hodnocení 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398CF697" w14:textId="77777777" w:rsidR="009E003E" w:rsidRPr="00833899" w:rsidRDefault="009E003E" w:rsidP="00C313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9E003E" w:rsidRPr="00833899" w14:paraId="1DFE67EB" w14:textId="77777777" w:rsidTr="005A45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9" w:type="dxa"/>
            <w:tcBorders>
              <w:top w:val="single" w:sz="2" w:space="0" w:color="auto"/>
            </w:tcBorders>
          </w:tcPr>
          <w:p w14:paraId="2DF15C54" w14:textId="77777777" w:rsidR="009E003E" w:rsidRPr="00833899" w:rsidRDefault="009E003E" w:rsidP="00C313BF">
            <w:pPr>
              <w:rPr>
                <w:sz w:val="16"/>
                <w:szCs w:val="16"/>
              </w:rPr>
            </w:pPr>
            <w:r w:rsidRPr="00543F07">
              <w:rPr>
                <w:sz w:val="16"/>
                <w:szCs w:val="16"/>
              </w:rPr>
              <w:t>Objednatel zakázky (obch. firma/název</w:t>
            </w:r>
            <w:r>
              <w:rPr>
                <w:sz w:val="16"/>
                <w:szCs w:val="16"/>
              </w:rPr>
              <w:t>,</w:t>
            </w:r>
            <w:r w:rsidRPr="00543F07">
              <w:rPr>
                <w:sz w:val="16"/>
                <w:szCs w:val="16"/>
              </w:rPr>
              <w:t xml:space="preserve"> sídlo</w:t>
            </w:r>
            <w:r>
              <w:rPr>
                <w:sz w:val="16"/>
                <w:szCs w:val="16"/>
              </w:rPr>
              <w:t>, IČO</w:t>
            </w:r>
            <w:r w:rsidRPr="00543F07">
              <w:rPr>
                <w:sz w:val="16"/>
                <w:szCs w:val="16"/>
              </w:rPr>
              <w:t xml:space="preserve"> a kontaktní osoba </w:t>
            </w:r>
            <w:proofErr w:type="gramStart"/>
            <w:r w:rsidRPr="00543F07">
              <w:rPr>
                <w:sz w:val="16"/>
                <w:szCs w:val="16"/>
              </w:rPr>
              <w:t>objednatele - jméno</w:t>
            </w:r>
            <w:proofErr w:type="gramEnd"/>
            <w:r w:rsidRPr="00543F07">
              <w:rPr>
                <w:sz w:val="16"/>
                <w:szCs w:val="16"/>
              </w:rPr>
              <w:t>, tel., email)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1F6FC5A7" w14:textId="77777777" w:rsidR="009E003E" w:rsidRPr="00833899" w:rsidRDefault="009E003E" w:rsidP="00C313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9E003E" w:rsidRPr="00833899" w14:paraId="34D0E930" w14:textId="77777777" w:rsidTr="005A45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9" w:type="dxa"/>
            <w:tcBorders>
              <w:top w:val="single" w:sz="2" w:space="0" w:color="auto"/>
            </w:tcBorders>
          </w:tcPr>
          <w:p w14:paraId="43E56A74" w14:textId="77777777" w:rsidR="009E003E" w:rsidRPr="00543F07" w:rsidRDefault="009E003E" w:rsidP="00C313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Zhotovitel zakázky (obch. firma/název, sídlo, IČO)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5331B3F0" w14:textId="77777777" w:rsidR="009E003E" w:rsidRPr="00833899" w:rsidRDefault="009E003E" w:rsidP="00C313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9E003E" w:rsidRPr="00833899" w14:paraId="5C0FAA2B" w14:textId="77777777" w:rsidTr="005A45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9" w:type="dxa"/>
            <w:tcBorders>
              <w:top w:val="single" w:sz="2" w:space="0" w:color="auto"/>
              <w:bottom w:val="single" w:sz="2" w:space="0" w:color="auto"/>
            </w:tcBorders>
          </w:tcPr>
          <w:p w14:paraId="4D8E9899" w14:textId="4C6EB77B" w:rsidR="009E003E" w:rsidRPr="00833899" w:rsidRDefault="009E003E" w:rsidP="0020423B">
            <w:pPr>
              <w:rPr>
                <w:sz w:val="16"/>
                <w:szCs w:val="16"/>
              </w:rPr>
            </w:pPr>
            <w:r w:rsidRPr="00543F07">
              <w:rPr>
                <w:sz w:val="16"/>
                <w:szCs w:val="16"/>
              </w:rPr>
              <w:t>Termín dokončení zakázky, resp. té části plnění zakázky</w:t>
            </w:r>
            <w:r>
              <w:rPr>
                <w:sz w:val="16"/>
                <w:szCs w:val="16"/>
              </w:rPr>
              <w:t>,</w:t>
            </w:r>
            <w:r w:rsidRPr="00543F07">
              <w:rPr>
                <w:sz w:val="16"/>
                <w:szCs w:val="16"/>
              </w:rPr>
              <w:t xml:space="preserve"> kter</w:t>
            </w:r>
            <w:r>
              <w:rPr>
                <w:sz w:val="16"/>
                <w:szCs w:val="16"/>
              </w:rPr>
              <w:t>á</w:t>
            </w:r>
            <w:r w:rsidRPr="00543F07">
              <w:rPr>
                <w:sz w:val="16"/>
                <w:szCs w:val="16"/>
              </w:rPr>
              <w:t xml:space="preserve"> v případě zakázky na více činností </w:t>
            </w:r>
            <w:r>
              <w:rPr>
                <w:sz w:val="16"/>
                <w:szCs w:val="16"/>
              </w:rPr>
              <w:t xml:space="preserve">či stupňů dokumentace </w:t>
            </w:r>
            <w:r w:rsidRPr="00543F07">
              <w:rPr>
                <w:sz w:val="16"/>
                <w:szCs w:val="16"/>
              </w:rPr>
              <w:t xml:space="preserve">obsahově odpovídá zadavatelem stanovené </w:t>
            </w:r>
            <w:r>
              <w:rPr>
                <w:sz w:val="16"/>
                <w:szCs w:val="16"/>
              </w:rPr>
              <w:t xml:space="preserve">definici </w:t>
            </w:r>
            <w:r w:rsidRPr="0042061D">
              <w:rPr>
                <w:sz w:val="16"/>
                <w:szCs w:val="16"/>
              </w:rPr>
              <w:t>hodnocené zkušenosti</w:t>
            </w: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</w:tcBorders>
          </w:tcPr>
          <w:p w14:paraId="72810E54" w14:textId="77777777" w:rsidR="009E003E" w:rsidRPr="00833899" w:rsidRDefault="009E003E" w:rsidP="00C313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9E003E" w:rsidRPr="005A45D1" w14:paraId="5B371E30" w14:textId="77777777" w:rsidTr="005A45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600024FC" w14:textId="77777777" w:rsidR="009E003E" w:rsidRPr="005A45D1" w:rsidRDefault="009E003E" w:rsidP="00C313BF">
            <w:pPr>
              <w:rPr>
                <w:sz w:val="16"/>
                <w:szCs w:val="16"/>
              </w:rPr>
            </w:pPr>
            <w:r w:rsidRPr="005A45D1">
              <w:rPr>
                <w:sz w:val="16"/>
                <w:szCs w:val="16"/>
              </w:rPr>
              <w:t xml:space="preserve">Vykonávaná funkce/pozice a popis pracovních činností vykonávaných členem odborného personálu </w:t>
            </w:r>
            <w:proofErr w:type="gramStart"/>
            <w:r w:rsidRPr="005A45D1">
              <w:rPr>
                <w:sz w:val="16"/>
                <w:szCs w:val="16"/>
              </w:rPr>
              <w:t>dodavatele - v</w:t>
            </w:r>
            <w:proofErr w:type="gramEnd"/>
            <w:r w:rsidRPr="005A45D1">
              <w:rPr>
                <w:sz w:val="16"/>
                <w:szCs w:val="16"/>
              </w:rPr>
              <w:t xml:space="preserve"> detailu potřebném pro ověření splnění požadavků</w:t>
            </w:r>
            <w:r w:rsidRPr="005A45D1">
              <w:t xml:space="preserve"> </w:t>
            </w:r>
            <w:r w:rsidRPr="005A45D1">
              <w:rPr>
                <w:sz w:val="16"/>
                <w:szCs w:val="16"/>
              </w:rPr>
              <w:t>relevantních pro hodnocení</w:t>
            </w: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0097D0EF" w14:textId="77777777" w:rsidR="009E003E" w:rsidRPr="005A45D1" w:rsidRDefault="009E003E" w:rsidP="00C313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A45D1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A45D1" w:rsidRPr="00833899" w14:paraId="3D2420BB" w14:textId="77777777" w:rsidTr="005A45D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C58B2C" w14:textId="4E81BAC1" w:rsidR="005A45D1" w:rsidRPr="003308E9" w:rsidRDefault="001F500B" w:rsidP="00C313BF">
            <w:pPr>
              <w:rPr>
                <w:b w:val="0"/>
                <w:bCs/>
                <w:sz w:val="16"/>
                <w:szCs w:val="16"/>
              </w:rPr>
            </w:pPr>
            <w:r w:rsidRPr="003308E9">
              <w:rPr>
                <w:b w:val="0"/>
                <w:bCs/>
                <w:sz w:val="16"/>
                <w:szCs w:val="16"/>
              </w:rPr>
              <w:t xml:space="preserve">CIN stavby u referenční zakázky </w:t>
            </w: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878CB83" w14:textId="272E697A" w:rsidR="005A45D1" w:rsidRPr="003308E9" w:rsidRDefault="001F500B" w:rsidP="00C313BF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  <w:sz w:val="16"/>
                <w:szCs w:val="16"/>
              </w:rPr>
            </w:pPr>
            <w:r w:rsidRPr="003308E9">
              <w:rPr>
                <w:b w:val="0"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6C8E0E92" w14:textId="77777777" w:rsidR="009E003E" w:rsidRPr="00833899" w:rsidRDefault="009E003E" w:rsidP="009E003E">
      <w:pPr>
        <w:pStyle w:val="Textbezslovn"/>
        <w:ind w:left="0"/>
      </w:pPr>
    </w:p>
    <w:p w14:paraId="20D1FB5D" w14:textId="77777777" w:rsidR="009E003E" w:rsidRDefault="009E003E" w:rsidP="009E003E">
      <w:pPr>
        <w:pStyle w:val="Textbezslovn"/>
        <w:ind w:left="0"/>
        <w:rPr>
          <w:b/>
        </w:rPr>
      </w:pPr>
      <w:r w:rsidRPr="0042061D">
        <w:rPr>
          <w:b/>
        </w:rPr>
        <w:t xml:space="preserve">Přílohy: </w:t>
      </w:r>
      <w:r w:rsidRPr="0042061D">
        <w:rPr>
          <w:b/>
        </w:rPr>
        <w:tab/>
      </w:r>
    </w:p>
    <w:p w14:paraId="49C9FEA6" w14:textId="0573CFF3" w:rsidR="001F1BFA" w:rsidRDefault="009E003E" w:rsidP="00F65D49">
      <w:pPr>
        <w:pStyle w:val="Textbezslovn"/>
        <w:ind w:left="0"/>
      </w:pPr>
      <w:r>
        <w:t xml:space="preserve">Dodavatel je povinen připojit k této Příloze č. 9 </w:t>
      </w:r>
      <w:r w:rsidRPr="003E611F">
        <w:t>doklady</w:t>
      </w:r>
      <w:r>
        <w:t xml:space="preserve"> (postačují v kopii)</w:t>
      </w:r>
      <w:r w:rsidRPr="003E611F">
        <w:t xml:space="preserve">, </w:t>
      </w:r>
      <w:r>
        <w:t>kterými dodavatel dolož</w:t>
      </w:r>
      <w:r w:rsidR="007611BB">
        <w:t>í</w:t>
      </w:r>
      <w:r>
        <w:t xml:space="preserve"> </w:t>
      </w:r>
      <w:r w:rsidRPr="003E611F">
        <w:t xml:space="preserve">zkušenosti </w:t>
      </w:r>
      <w:r>
        <w:t xml:space="preserve">hodnocených osob </w:t>
      </w:r>
      <w:r w:rsidRPr="003E611F">
        <w:t xml:space="preserve">s plněním zakázek, jež jsou </w:t>
      </w:r>
      <w:r>
        <w:t xml:space="preserve">v seznamu </w:t>
      </w:r>
      <w:r w:rsidRPr="003E611F">
        <w:t>uvedeny</w:t>
      </w:r>
      <w:r>
        <w:t xml:space="preserve"> pro účely hodnocení, přičemž z dokladů musí </w:t>
      </w:r>
      <w:r w:rsidRPr="005037A9">
        <w:t>vyplývat naplnění parametrů</w:t>
      </w:r>
      <w:r w:rsidRPr="003E611F">
        <w:t xml:space="preserve"> </w:t>
      </w:r>
      <w:r w:rsidRPr="005037A9">
        <w:t xml:space="preserve">požadovaných </w:t>
      </w:r>
      <w:r>
        <w:t xml:space="preserve">pro hodnocení </w:t>
      </w:r>
      <w:r w:rsidRPr="003E611F">
        <w:t>(například</w:t>
      </w:r>
      <w:r>
        <w:t xml:space="preserve"> smlouva na plnění zakázky</w:t>
      </w:r>
      <w:r w:rsidRPr="003E611F">
        <w:t xml:space="preserve">, osvědčení </w:t>
      </w:r>
      <w:r>
        <w:t>objednatele</w:t>
      </w:r>
      <w:r w:rsidRPr="003E611F">
        <w:t xml:space="preserve">, </w:t>
      </w:r>
      <w:r>
        <w:t>úvodní strana dokumentace s popisovým polem, protokol o provedení díla, deník</w:t>
      </w:r>
      <w:r w:rsidRPr="000D1296">
        <w:t xml:space="preserve"> autorizované osoby, ve smyslu </w:t>
      </w:r>
      <w:r>
        <w:t xml:space="preserve">autorizačního </w:t>
      </w:r>
      <w:r w:rsidRPr="000D1296">
        <w:t>zákona, ve kterém je každá autorizovan</w:t>
      </w:r>
      <w:r>
        <w:t>á</w:t>
      </w:r>
      <w:r w:rsidRPr="000D1296">
        <w:t xml:space="preserve"> osoba </w:t>
      </w:r>
      <w:r>
        <w:t xml:space="preserve">povinna </w:t>
      </w:r>
      <w:r w:rsidRPr="000D1296">
        <w:t>vést chronologický seznam dokumentů opatřených autorizačním razítkem</w:t>
      </w:r>
      <w:r>
        <w:t xml:space="preserve"> či jiný alternativní doklad</w:t>
      </w:r>
      <w:r w:rsidRPr="003E611F">
        <w:t>).</w:t>
      </w:r>
      <w:r w:rsidDel="009B3A21">
        <w:t xml:space="preserve"> </w:t>
      </w:r>
    </w:p>
    <w:sectPr w:rsidR="001F1BFA" w:rsidSect="002413B2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1A0AB" w14:textId="77777777" w:rsidR="005754D3" w:rsidRDefault="005754D3" w:rsidP="00962258">
      <w:pPr>
        <w:spacing w:after="0" w:line="240" w:lineRule="auto"/>
      </w:pPr>
      <w:r>
        <w:separator/>
      </w:r>
    </w:p>
  </w:endnote>
  <w:endnote w:type="continuationSeparator" w:id="0">
    <w:p w14:paraId="080CADDB" w14:textId="77777777" w:rsidR="005754D3" w:rsidRDefault="005754D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D665AB" w14:paraId="2882F859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9515EC6" w14:textId="60F9BE27" w:rsidR="00D665AB" w:rsidRPr="00B8518B" w:rsidRDefault="00D665AB" w:rsidP="00826B7B">
          <w:pPr>
            <w:pStyle w:val="Zpat"/>
            <w:jc w:val="right"/>
            <w:rPr>
              <w:rStyle w:val="slostrnky"/>
            </w:rPr>
          </w:pP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01ADA1E2" w14:textId="77777777" w:rsidR="00D665AB" w:rsidRDefault="00D665AB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28074E" w14:textId="77777777" w:rsidR="00D665AB" w:rsidRDefault="00D665AB" w:rsidP="00B8518B">
          <w:pPr>
            <w:pStyle w:val="Zpat"/>
          </w:pPr>
        </w:p>
      </w:tc>
      <w:tc>
        <w:tcPr>
          <w:tcW w:w="8505" w:type="dxa"/>
        </w:tcPr>
        <w:p w14:paraId="23E5232B" w14:textId="77777777" w:rsidR="00D665AB" w:rsidRDefault="00D665AB" w:rsidP="00F65D49">
          <w:pPr>
            <w:pStyle w:val="Zpat0"/>
            <w:tabs>
              <w:tab w:val="left" w:pos="1110"/>
              <w:tab w:val="right" w:pos="8335"/>
            </w:tabs>
            <w:jc w:val="left"/>
          </w:pPr>
        </w:p>
      </w:tc>
    </w:tr>
  </w:tbl>
  <w:p w14:paraId="437E2C00" w14:textId="77777777" w:rsidR="00D665AB" w:rsidRPr="00B8518B" w:rsidRDefault="00D665AB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005E9" w14:textId="77777777" w:rsidR="00D665AB" w:rsidRPr="00B8518B" w:rsidRDefault="00D665AB" w:rsidP="00460660">
    <w:pPr>
      <w:pStyle w:val="Zpat"/>
      <w:rPr>
        <w:sz w:val="2"/>
        <w:szCs w:val="2"/>
      </w:rPr>
    </w:pPr>
  </w:p>
  <w:p w14:paraId="40EF9A81" w14:textId="5A06B45C" w:rsidR="00D665AB" w:rsidRPr="00460660" w:rsidRDefault="00D665A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5EE9C" w14:textId="77777777" w:rsidR="005754D3" w:rsidRDefault="005754D3" w:rsidP="00962258">
      <w:pPr>
        <w:spacing w:after="0" w:line="240" w:lineRule="auto"/>
      </w:pPr>
      <w:r>
        <w:separator/>
      </w:r>
    </w:p>
  </w:footnote>
  <w:footnote w:type="continuationSeparator" w:id="0">
    <w:p w14:paraId="6DDECC30" w14:textId="77777777" w:rsidR="005754D3" w:rsidRDefault="005754D3" w:rsidP="00962258">
      <w:pPr>
        <w:spacing w:after="0" w:line="240" w:lineRule="auto"/>
      </w:pPr>
      <w:r>
        <w:continuationSeparator/>
      </w:r>
    </w:p>
  </w:footnote>
  <w:footnote w:id="1">
    <w:p w14:paraId="457B8EBF" w14:textId="77777777" w:rsidR="00D665AB" w:rsidRDefault="00D665AB" w:rsidP="009E003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 xml:space="preserve">V případě další zkušenosti dodavatel </w:t>
      </w:r>
      <w:r>
        <w:t xml:space="preserve">opakuje tabulku nebo </w:t>
      </w:r>
      <w:r w:rsidRPr="00307641">
        <w:t>doplní další řádky</w:t>
      </w:r>
      <w:r>
        <w:t xml:space="preserve"> a zřetelně označí, k jaké zkušenosti se jednotlivé údaje vztahují</w:t>
      </w:r>
      <w:r w:rsidRPr="0030764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C9D86" w14:textId="5F4B4CBF" w:rsidR="000E274F" w:rsidRDefault="000E27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65AB" w14:paraId="59210BC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7C8A776" w14:textId="65EA0EEB" w:rsidR="00D665AB" w:rsidRPr="00B8518B" w:rsidRDefault="00D665AB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CD26E4" w14:textId="77777777" w:rsidR="00D665AB" w:rsidRDefault="00D665AB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459EE8B" w14:textId="77777777" w:rsidR="00D665AB" w:rsidRPr="00D6163D" w:rsidRDefault="00D665AB" w:rsidP="00D6163D">
          <w:pPr>
            <w:pStyle w:val="Druhdokumentu"/>
          </w:pPr>
        </w:p>
      </w:tc>
    </w:tr>
  </w:tbl>
  <w:p w14:paraId="63CCF355" w14:textId="77777777" w:rsidR="00D665AB" w:rsidRPr="00D6163D" w:rsidRDefault="00D665AB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23EC7" w14:textId="090A2996" w:rsidR="00D665AB" w:rsidRPr="00D6163D" w:rsidRDefault="00D665AB" w:rsidP="00FC6389">
    <w:pPr>
      <w:pStyle w:val="Zhlav"/>
      <w:rPr>
        <w:sz w:val="8"/>
        <w:szCs w:val="8"/>
      </w:rPr>
    </w:pPr>
  </w:p>
  <w:p w14:paraId="135F2DCA" w14:textId="77777777" w:rsidR="00D665AB" w:rsidRPr="00460660" w:rsidRDefault="00D665A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1FDA4AC8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1283D"/>
    <w:multiLevelType w:val="hybridMultilevel"/>
    <w:tmpl w:val="D6FE6B2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33C7B82"/>
    <w:multiLevelType w:val="multilevel"/>
    <w:tmpl w:val="7A86C35E"/>
    <w:lvl w:ilvl="0">
      <w:start w:val="1"/>
      <w:numFmt w:val="lowerLetter"/>
      <w:lvlText w:val="%1)"/>
      <w:lvlJc w:val="left"/>
      <w:pPr>
        <w:tabs>
          <w:tab w:val="num" w:pos="2251"/>
        </w:tabs>
        <w:ind w:left="2251" w:hanging="720"/>
      </w:pPr>
      <w:rPr>
        <w:rFonts w:hint="default"/>
        <w:b w:val="0"/>
        <w:bCs w:val="0"/>
      </w:rPr>
    </w:lvl>
    <w:lvl w:ilvl="1">
      <w:start w:val="1"/>
      <w:numFmt w:val="bullet"/>
      <w:lvlText w:val="o"/>
      <w:lvlJc w:val="left"/>
      <w:pPr>
        <w:tabs>
          <w:tab w:val="num" w:pos="2971"/>
        </w:tabs>
        <w:ind w:left="2971" w:hanging="72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3691"/>
        </w:tabs>
        <w:ind w:left="3691" w:hanging="720"/>
      </w:pPr>
    </w:lvl>
    <w:lvl w:ilvl="3">
      <w:start w:val="1"/>
      <w:numFmt w:val="decimal"/>
      <w:lvlText w:val="%4."/>
      <w:lvlJc w:val="left"/>
      <w:pPr>
        <w:tabs>
          <w:tab w:val="num" w:pos="4411"/>
        </w:tabs>
        <w:ind w:left="4411" w:hanging="720"/>
      </w:pPr>
    </w:lvl>
    <w:lvl w:ilvl="4">
      <w:start w:val="1"/>
      <w:numFmt w:val="decimal"/>
      <w:lvlText w:val="%5."/>
      <w:lvlJc w:val="left"/>
      <w:pPr>
        <w:tabs>
          <w:tab w:val="num" w:pos="5131"/>
        </w:tabs>
        <w:ind w:left="5131" w:hanging="720"/>
      </w:pPr>
    </w:lvl>
    <w:lvl w:ilvl="5">
      <w:start w:val="1"/>
      <w:numFmt w:val="decimal"/>
      <w:lvlText w:val="%6."/>
      <w:lvlJc w:val="left"/>
      <w:pPr>
        <w:tabs>
          <w:tab w:val="num" w:pos="5851"/>
        </w:tabs>
        <w:ind w:left="5851" w:hanging="720"/>
      </w:pPr>
    </w:lvl>
    <w:lvl w:ilvl="6">
      <w:start w:val="1"/>
      <w:numFmt w:val="decimal"/>
      <w:lvlText w:val="%7."/>
      <w:lvlJc w:val="left"/>
      <w:pPr>
        <w:tabs>
          <w:tab w:val="num" w:pos="6571"/>
        </w:tabs>
        <w:ind w:left="6571" w:hanging="720"/>
      </w:pPr>
    </w:lvl>
    <w:lvl w:ilvl="7">
      <w:start w:val="1"/>
      <w:numFmt w:val="decimal"/>
      <w:lvlText w:val="%8."/>
      <w:lvlJc w:val="left"/>
      <w:pPr>
        <w:tabs>
          <w:tab w:val="num" w:pos="7291"/>
        </w:tabs>
        <w:ind w:left="7291" w:hanging="720"/>
      </w:pPr>
    </w:lvl>
    <w:lvl w:ilvl="8">
      <w:start w:val="1"/>
      <w:numFmt w:val="decimal"/>
      <w:lvlText w:val="%9."/>
      <w:lvlJc w:val="left"/>
      <w:pPr>
        <w:tabs>
          <w:tab w:val="num" w:pos="8011"/>
        </w:tabs>
        <w:ind w:left="8011" w:hanging="720"/>
      </w:p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7367E"/>
    <w:multiLevelType w:val="hybridMultilevel"/>
    <w:tmpl w:val="77E8758A"/>
    <w:lvl w:ilvl="0" w:tplc="04050017">
      <w:start w:val="1"/>
      <w:numFmt w:val="lowerLetter"/>
      <w:lvlText w:val="%1)"/>
      <w:lvlJc w:val="left"/>
      <w:pPr>
        <w:ind w:left="1891" w:hanging="360"/>
      </w:pPr>
    </w:lvl>
    <w:lvl w:ilvl="1" w:tplc="04050019" w:tentative="1">
      <w:start w:val="1"/>
      <w:numFmt w:val="lowerLetter"/>
      <w:lvlText w:val="%2."/>
      <w:lvlJc w:val="left"/>
      <w:pPr>
        <w:ind w:left="2611" w:hanging="360"/>
      </w:pPr>
    </w:lvl>
    <w:lvl w:ilvl="2" w:tplc="0405001B" w:tentative="1">
      <w:start w:val="1"/>
      <w:numFmt w:val="lowerRoman"/>
      <w:lvlText w:val="%3."/>
      <w:lvlJc w:val="right"/>
      <w:pPr>
        <w:ind w:left="3331" w:hanging="180"/>
      </w:pPr>
    </w:lvl>
    <w:lvl w:ilvl="3" w:tplc="0405000F" w:tentative="1">
      <w:start w:val="1"/>
      <w:numFmt w:val="decimal"/>
      <w:lvlText w:val="%4."/>
      <w:lvlJc w:val="left"/>
      <w:pPr>
        <w:ind w:left="4051" w:hanging="360"/>
      </w:pPr>
    </w:lvl>
    <w:lvl w:ilvl="4" w:tplc="04050019" w:tentative="1">
      <w:start w:val="1"/>
      <w:numFmt w:val="lowerLetter"/>
      <w:lvlText w:val="%5."/>
      <w:lvlJc w:val="left"/>
      <w:pPr>
        <w:ind w:left="4771" w:hanging="360"/>
      </w:pPr>
    </w:lvl>
    <w:lvl w:ilvl="5" w:tplc="0405001B" w:tentative="1">
      <w:start w:val="1"/>
      <w:numFmt w:val="lowerRoman"/>
      <w:lvlText w:val="%6."/>
      <w:lvlJc w:val="right"/>
      <w:pPr>
        <w:ind w:left="5491" w:hanging="180"/>
      </w:pPr>
    </w:lvl>
    <w:lvl w:ilvl="6" w:tplc="0405000F" w:tentative="1">
      <w:start w:val="1"/>
      <w:numFmt w:val="decimal"/>
      <w:lvlText w:val="%7."/>
      <w:lvlJc w:val="left"/>
      <w:pPr>
        <w:ind w:left="6211" w:hanging="360"/>
      </w:pPr>
    </w:lvl>
    <w:lvl w:ilvl="7" w:tplc="04050019" w:tentative="1">
      <w:start w:val="1"/>
      <w:numFmt w:val="lowerLetter"/>
      <w:lvlText w:val="%8."/>
      <w:lvlJc w:val="left"/>
      <w:pPr>
        <w:ind w:left="6931" w:hanging="360"/>
      </w:pPr>
    </w:lvl>
    <w:lvl w:ilvl="8" w:tplc="0405001B" w:tentative="1">
      <w:start w:val="1"/>
      <w:numFmt w:val="lowerRoman"/>
      <w:lvlText w:val="%9."/>
      <w:lvlJc w:val="right"/>
      <w:pPr>
        <w:ind w:left="7651" w:hanging="180"/>
      </w:pPr>
    </w:lvl>
  </w:abstractNum>
  <w:abstractNum w:abstractNumId="10" w15:restartNumberingAfterBreak="0">
    <w:nsid w:val="3E086D49"/>
    <w:multiLevelType w:val="hybridMultilevel"/>
    <w:tmpl w:val="D6D06464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CBA875D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7E622F5"/>
    <w:multiLevelType w:val="hybridMultilevel"/>
    <w:tmpl w:val="5280825A"/>
    <w:lvl w:ilvl="0" w:tplc="FFD08AFC">
      <w:start w:val="1"/>
      <w:numFmt w:val="decimal"/>
      <w:pStyle w:val="Seznam1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7024741"/>
    <w:multiLevelType w:val="hybridMultilevel"/>
    <w:tmpl w:val="A1060C70"/>
    <w:lvl w:ilvl="0" w:tplc="73A047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217827">
    <w:abstractNumId w:val="3"/>
  </w:num>
  <w:num w:numId="2" w16cid:durableId="1041057418">
    <w:abstractNumId w:val="1"/>
  </w:num>
  <w:num w:numId="3" w16cid:durableId="1121074366">
    <w:abstractNumId w:val="13"/>
  </w:num>
  <w:num w:numId="4" w16cid:durableId="1366834219">
    <w:abstractNumId w:val="2"/>
  </w:num>
  <w:num w:numId="5" w16cid:durableId="391001254">
    <w:abstractNumId w:val="0"/>
  </w:num>
  <w:num w:numId="6" w16cid:durableId="817720823">
    <w:abstractNumId w:val="7"/>
  </w:num>
  <w:num w:numId="7" w16cid:durableId="1374160998">
    <w:abstractNumId w:val="11"/>
  </w:num>
  <w:num w:numId="8" w16cid:durableId="1506242636">
    <w:abstractNumId w:val="8"/>
  </w:num>
  <w:num w:numId="9" w16cid:durableId="1185556420">
    <w:abstractNumId w:val="15"/>
  </w:num>
  <w:num w:numId="10" w16cid:durableId="1830097980">
    <w:abstractNumId w:val="12"/>
  </w:num>
  <w:num w:numId="11" w16cid:durableId="52332170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859947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850848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89089929">
    <w:abstractNumId w:val="11"/>
  </w:num>
  <w:num w:numId="15" w16cid:durableId="932513816">
    <w:abstractNumId w:val="9"/>
  </w:num>
  <w:num w:numId="16" w16cid:durableId="450562279">
    <w:abstractNumId w:val="10"/>
  </w:num>
  <w:num w:numId="17" w16cid:durableId="22369592">
    <w:abstractNumId w:val="6"/>
  </w:num>
  <w:num w:numId="18" w16cid:durableId="736711307">
    <w:abstractNumId w:val="6"/>
  </w:num>
  <w:num w:numId="19" w16cid:durableId="6172953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3765528">
    <w:abstractNumId w:val="8"/>
  </w:num>
  <w:num w:numId="21" w16cid:durableId="856428765">
    <w:abstractNumId w:val="8"/>
  </w:num>
  <w:num w:numId="22" w16cid:durableId="1928733184">
    <w:abstractNumId w:val="11"/>
  </w:num>
  <w:num w:numId="23" w16cid:durableId="1612395097">
    <w:abstractNumId w:val="11"/>
  </w:num>
  <w:num w:numId="24" w16cid:durableId="650716120">
    <w:abstractNumId w:val="11"/>
  </w:num>
  <w:num w:numId="25" w16cid:durableId="15905752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57854684">
    <w:abstractNumId w:val="5"/>
  </w:num>
  <w:num w:numId="27" w16cid:durableId="1001812569">
    <w:abstractNumId w:val="14"/>
  </w:num>
  <w:num w:numId="28" w16cid:durableId="1372418627">
    <w:abstractNumId w:val="4"/>
  </w:num>
  <w:num w:numId="29" w16cid:durableId="706872662">
    <w:abstractNumId w:val="11"/>
  </w:num>
  <w:num w:numId="30" w16cid:durableId="1010762082">
    <w:abstractNumId w:val="8"/>
  </w:num>
  <w:num w:numId="31" w16cid:durableId="292175852">
    <w:abstractNumId w:val="11"/>
  </w:num>
  <w:num w:numId="32" w16cid:durableId="655690201">
    <w:abstractNumId w:val="11"/>
  </w:num>
  <w:num w:numId="33" w16cid:durableId="1205287268">
    <w:abstractNumId w:val="8"/>
  </w:num>
  <w:num w:numId="34" w16cid:durableId="16563788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7444691">
    <w:abstractNumId w:val="11"/>
  </w:num>
  <w:num w:numId="36" w16cid:durableId="656803402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786"/>
    <w:rsid w:val="0000008C"/>
    <w:rsid w:val="00012DD2"/>
    <w:rsid w:val="000161D4"/>
    <w:rsid w:val="00016DBF"/>
    <w:rsid w:val="000174E8"/>
    <w:rsid w:val="00017520"/>
    <w:rsid w:val="00017F3C"/>
    <w:rsid w:val="00020AF4"/>
    <w:rsid w:val="00023063"/>
    <w:rsid w:val="0002621B"/>
    <w:rsid w:val="000264EA"/>
    <w:rsid w:val="00030559"/>
    <w:rsid w:val="00031005"/>
    <w:rsid w:val="000338E9"/>
    <w:rsid w:val="000403A6"/>
    <w:rsid w:val="00040961"/>
    <w:rsid w:val="00041B91"/>
    <w:rsid w:val="00041EC8"/>
    <w:rsid w:val="000466BC"/>
    <w:rsid w:val="00056038"/>
    <w:rsid w:val="00062F21"/>
    <w:rsid w:val="0006499F"/>
    <w:rsid w:val="0006588D"/>
    <w:rsid w:val="00067A55"/>
    <w:rsid w:val="00067A5E"/>
    <w:rsid w:val="00067EE3"/>
    <w:rsid w:val="00070A9E"/>
    <w:rsid w:val="00070F9A"/>
    <w:rsid w:val="000719BB"/>
    <w:rsid w:val="00072A65"/>
    <w:rsid w:val="00072C1E"/>
    <w:rsid w:val="000749E8"/>
    <w:rsid w:val="00074B08"/>
    <w:rsid w:val="00075902"/>
    <w:rsid w:val="00075CC6"/>
    <w:rsid w:val="00077596"/>
    <w:rsid w:val="000825DE"/>
    <w:rsid w:val="000839DD"/>
    <w:rsid w:val="00084642"/>
    <w:rsid w:val="00087825"/>
    <w:rsid w:val="00087E1A"/>
    <w:rsid w:val="00092CC9"/>
    <w:rsid w:val="00093276"/>
    <w:rsid w:val="00094930"/>
    <w:rsid w:val="000960A0"/>
    <w:rsid w:val="000A21E8"/>
    <w:rsid w:val="000A784D"/>
    <w:rsid w:val="000B17EE"/>
    <w:rsid w:val="000B1ED6"/>
    <w:rsid w:val="000B4EB8"/>
    <w:rsid w:val="000B548F"/>
    <w:rsid w:val="000B6471"/>
    <w:rsid w:val="000B7E61"/>
    <w:rsid w:val="000C04F0"/>
    <w:rsid w:val="000C3384"/>
    <w:rsid w:val="000C41F2"/>
    <w:rsid w:val="000C5CBA"/>
    <w:rsid w:val="000C685D"/>
    <w:rsid w:val="000D22C4"/>
    <w:rsid w:val="000D27D1"/>
    <w:rsid w:val="000D4EB8"/>
    <w:rsid w:val="000D5E72"/>
    <w:rsid w:val="000D6B89"/>
    <w:rsid w:val="000E125F"/>
    <w:rsid w:val="000E1442"/>
    <w:rsid w:val="000E1A7F"/>
    <w:rsid w:val="000E274F"/>
    <w:rsid w:val="000E27AC"/>
    <w:rsid w:val="000E48A0"/>
    <w:rsid w:val="000E6038"/>
    <w:rsid w:val="000E7FA0"/>
    <w:rsid w:val="00101038"/>
    <w:rsid w:val="001017A2"/>
    <w:rsid w:val="00104488"/>
    <w:rsid w:val="00106A0E"/>
    <w:rsid w:val="00112864"/>
    <w:rsid w:val="00114472"/>
    <w:rsid w:val="00114988"/>
    <w:rsid w:val="00115069"/>
    <w:rsid w:val="001150F2"/>
    <w:rsid w:val="001159F2"/>
    <w:rsid w:val="0012178F"/>
    <w:rsid w:val="00121BF8"/>
    <w:rsid w:val="00125101"/>
    <w:rsid w:val="00125BFC"/>
    <w:rsid w:val="001341BB"/>
    <w:rsid w:val="00137B42"/>
    <w:rsid w:val="0014107B"/>
    <w:rsid w:val="00145889"/>
    <w:rsid w:val="00146BCB"/>
    <w:rsid w:val="00147827"/>
    <w:rsid w:val="0015012F"/>
    <w:rsid w:val="001501B9"/>
    <w:rsid w:val="001518EF"/>
    <w:rsid w:val="001579FA"/>
    <w:rsid w:val="001625E1"/>
    <w:rsid w:val="00164B08"/>
    <w:rsid w:val="0016521E"/>
    <w:rsid w:val="001656A2"/>
    <w:rsid w:val="00165E72"/>
    <w:rsid w:val="00170EC5"/>
    <w:rsid w:val="001728E7"/>
    <w:rsid w:val="001747C1"/>
    <w:rsid w:val="00176255"/>
    <w:rsid w:val="00177D6B"/>
    <w:rsid w:val="00184075"/>
    <w:rsid w:val="00184564"/>
    <w:rsid w:val="001851B9"/>
    <w:rsid w:val="001867AA"/>
    <w:rsid w:val="00187E44"/>
    <w:rsid w:val="00190AC5"/>
    <w:rsid w:val="00191F90"/>
    <w:rsid w:val="00192264"/>
    <w:rsid w:val="00193804"/>
    <w:rsid w:val="00193D8F"/>
    <w:rsid w:val="001950C2"/>
    <w:rsid w:val="00195CAC"/>
    <w:rsid w:val="00197BDC"/>
    <w:rsid w:val="001A7F18"/>
    <w:rsid w:val="001B04B9"/>
    <w:rsid w:val="001B23A1"/>
    <w:rsid w:val="001B38FB"/>
    <w:rsid w:val="001B4E74"/>
    <w:rsid w:val="001B651A"/>
    <w:rsid w:val="001C040C"/>
    <w:rsid w:val="001C19F3"/>
    <w:rsid w:val="001C5178"/>
    <w:rsid w:val="001C5886"/>
    <w:rsid w:val="001C645F"/>
    <w:rsid w:val="001C761A"/>
    <w:rsid w:val="001D0751"/>
    <w:rsid w:val="001D0E8B"/>
    <w:rsid w:val="001D3805"/>
    <w:rsid w:val="001D43EC"/>
    <w:rsid w:val="001D5A76"/>
    <w:rsid w:val="001D6E71"/>
    <w:rsid w:val="001E18A8"/>
    <w:rsid w:val="001E6320"/>
    <w:rsid w:val="001E651D"/>
    <w:rsid w:val="001E678E"/>
    <w:rsid w:val="001E75BD"/>
    <w:rsid w:val="001F15F6"/>
    <w:rsid w:val="001F1BFA"/>
    <w:rsid w:val="001F3CE7"/>
    <w:rsid w:val="001F500B"/>
    <w:rsid w:val="0020423B"/>
    <w:rsid w:val="002071BB"/>
    <w:rsid w:val="00207DF5"/>
    <w:rsid w:val="00210AB8"/>
    <w:rsid w:val="00211F7B"/>
    <w:rsid w:val="00216521"/>
    <w:rsid w:val="002179EA"/>
    <w:rsid w:val="00217CE4"/>
    <w:rsid w:val="002207DA"/>
    <w:rsid w:val="00226CB9"/>
    <w:rsid w:val="00231A0D"/>
    <w:rsid w:val="00233A53"/>
    <w:rsid w:val="002350CA"/>
    <w:rsid w:val="002370E3"/>
    <w:rsid w:val="00240B81"/>
    <w:rsid w:val="002413B2"/>
    <w:rsid w:val="0024255A"/>
    <w:rsid w:val="00245345"/>
    <w:rsid w:val="00247160"/>
    <w:rsid w:val="00247949"/>
    <w:rsid w:val="00247D01"/>
    <w:rsid w:val="0025030F"/>
    <w:rsid w:val="002523D6"/>
    <w:rsid w:val="00255E47"/>
    <w:rsid w:val="00261A5B"/>
    <w:rsid w:val="00262AE4"/>
    <w:rsid w:val="00262E5B"/>
    <w:rsid w:val="0026385B"/>
    <w:rsid w:val="00266A9F"/>
    <w:rsid w:val="00266F38"/>
    <w:rsid w:val="00267C54"/>
    <w:rsid w:val="00276AFE"/>
    <w:rsid w:val="002821CE"/>
    <w:rsid w:val="00287A86"/>
    <w:rsid w:val="002924B8"/>
    <w:rsid w:val="00293CFD"/>
    <w:rsid w:val="002A125E"/>
    <w:rsid w:val="002A3B57"/>
    <w:rsid w:val="002A4521"/>
    <w:rsid w:val="002A530C"/>
    <w:rsid w:val="002A5F8F"/>
    <w:rsid w:val="002A75B1"/>
    <w:rsid w:val="002B1CBD"/>
    <w:rsid w:val="002B4BD4"/>
    <w:rsid w:val="002B76DF"/>
    <w:rsid w:val="002C04EE"/>
    <w:rsid w:val="002C1E7C"/>
    <w:rsid w:val="002C31BF"/>
    <w:rsid w:val="002C391B"/>
    <w:rsid w:val="002C4521"/>
    <w:rsid w:val="002C5F8A"/>
    <w:rsid w:val="002C7825"/>
    <w:rsid w:val="002D5D95"/>
    <w:rsid w:val="002D5F95"/>
    <w:rsid w:val="002D6136"/>
    <w:rsid w:val="002D7B58"/>
    <w:rsid w:val="002D7FD6"/>
    <w:rsid w:val="002E0CD7"/>
    <w:rsid w:val="002E0CFB"/>
    <w:rsid w:val="002E232C"/>
    <w:rsid w:val="002E5B61"/>
    <w:rsid w:val="002E5C7B"/>
    <w:rsid w:val="002E5F48"/>
    <w:rsid w:val="002F4333"/>
    <w:rsid w:val="002F6BCE"/>
    <w:rsid w:val="003038E0"/>
    <w:rsid w:val="0030398B"/>
    <w:rsid w:val="003057BB"/>
    <w:rsid w:val="00307641"/>
    <w:rsid w:val="003119CD"/>
    <w:rsid w:val="00311F11"/>
    <w:rsid w:val="00316901"/>
    <w:rsid w:val="00327047"/>
    <w:rsid w:val="00327EEF"/>
    <w:rsid w:val="003308E9"/>
    <w:rsid w:val="0033239F"/>
    <w:rsid w:val="00333290"/>
    <w:rsid w:val="00333C1C"/>
    <w:rsid w:val="00336FC3"/>
    <w:rsid w:val="0034274B"/>
    <w:rsid w:val="003468DC"/>
    <w:rsid w:val="0034719F"/>
    <w:rsid w:val="00350A35"/>
    <w:rsid w:val="00353AEB"/>
    <w:rsid w:val="0035410B"/>
    <w:rsid w:val="0035531B"/>
    <w:rsid w:val="00355D2A"/>
    <w:rsid w:val="0035601E"/>
    <w:rsid w:val="003571D8"/>
    <w:rsid w:val="00357BC6"/>
    <w:rsid w:val="00360550"/>
    <w:rsid w:val="00360597"/>
    <w:rsid w:val="00361422"/>
    <w:rsid w:val="003616E0"/>
    <w:rsid w:val="00361A66"/>
    <w:rsid w:val="0036288F"/>
    <w:rsid w:val="00363977"/>
    <w:rsid w:val="0036607A"/>
    <w:rsid w:val="003703E9"/>
    <w:rsid w:val="003717A3"/>
    <w:rsid w:val="003742CB"/>
    <w:rsid w:val="0037545D"/>
    <w:rsid w:val="003771EB"/>
    <w:rsid w:val="00381130"/>
    <w:rsid w:val="00381452"/>
    <w:rsid w:val="00381906"/>
    <w:rsid w:val="00381BF9"/>
    <w:rsid w:val="00381C5C"/>
    <w:rsid w:val="0038545D"/>
    <w:rsid w:val="00385C59"/>
    <w:rsid w:val="00386FF1"/>
    <w:rsid w:val="00390E38"/>
    <w:rsid w:val="0039216C"/>
    <w:rsid w:val="00392730"/>
    <w:rsid w:val="00392EB6"/>
    <w:rsid w:val="00394D03"/>
    <w:rsid w:val="003956C6"/>
    <w:rsid w:val="003A0F3C"/>
    <w:rsid w:val="003A26D1"/>
    <w:rsid w:val="003A2C23"/>
    <w:rsid w:val="003A4513"/>
    <w:rsid w:val="003A4A14"/>
    <w:rsid w:val="003A52AD"/>
    <w:rsid w:val="003A681E"/>
    <w:rsid w:val="003B0F0D"/>
    <w:rsid w:val="003B1926"/>
    <w:rsid w:val="003B7D0F"/>
    <w:rsid w:val="003C33F2"/>
    <w:rsid w:val="003D0CF7"/>
    <w:rsid w:val="003D55A0"/>
    <w:rsid w:val="003D6153"/>
    <w:rsid w:val="003D6AF9"/>
    <w:rsid w:val="003D756E"/>
    <w:rsid w:val="003E09E4"/>
    <w:rsid w:val="003E3CE3"/>
    <w:rsid w:val="003E420D"/>
    <w:rsid w:val="003E45B4"/>
    <w:rsid w:val="003E4C13"/>
    <w:rsid w:val="003E67D1"/>
    <w:rsid w:val="003E79F5"/>
    <w:rsid w:val="003F0A36"/>
    <w:rsid w:val="003F1536"/>
    <w:rsid w:val="003F2228"/>
    <w:rsid w:val="003F2937"/>
    <w:rsid w:val="003F2D92"/>
    <w:rsid w:val="003F4C40"/>
    <w:rsid w:val="003F62FB"/>
    <w:rsid w:val="004018E3"/>
    <w:rsid w:val="00403C99"/>
    <w:rsid w:val="00404BA2"/>
    <w:rsid w:val="00404EB5"/>
    <w:rsid w:val="0040621A"/>
    <w:rsid w:val="00406512"/>
    <w:rsid w:val="00406B77"/>
    <w:rsid w:val="004078F3"/>
    <w:rsid w:val="00410B07"/>
    <w:rsid w:val="00410B6A"/>
    <w:rsid w:val="00411BFD"/>
    <w:rsid w:val="004137A8"/>
    <w:rsid w:val="00413AE6"/>
    <w:rsid w:val="00413F39"/>
    <w:rsid w:val="0042061D"/>
    <w:rsid w:val="00424DB1"/>
    <w:rsid w:val="00427794"/>
    <w:rsid w:val="004343DB"/>
    <w:rsid w:val="004354CE"/>
    <w:rsid w:val="004373BF"/>
    <w:rsid w:val="004407F0"/>
    <w:rsid w:val="00440F7E"/>
    <w:rsid w:val="004423DC"/>
    <w:rsid w:val="004430D9"/>
    <w:rsid w:val="00443D15"/>
    <w:rsid w:val="00446757"/>
    <w:rsid w:val="00450F07"/>
    <w:rsid w:val="00452F69"/>
    <w:rsid w:val="00453CD3"/>
    <w:rsid w:val="00454716"/>
    <w:rsid w:val="00454BB9"/>
    <w:rsid w:val="00454F7F"/>
    <w:rsid w:val="00457346"/>
    <w:rsid w:val="00460660"/>
    <w:rsid w:val="004628BC"/>
    <w:rsid w:val="0046348D"/>
    <w:rsid w:val="00464BA9"/>
    <w:rsid w:val="00465FDD"/>
    <w:rsid w:val="00470647"/>
    <w:rsid w:val="00474F4D"/>
    <w:rsid w:val="0047572D"/>
    <w:rsid w:val="00483969"/>
    <w:rsid w:val="00486107"/>
    <w:rsid w:val="00486C5E"/>
    <w:rsid w:val="0048759A"/>
    <w:rsid w:val="00487B15"/>
    <w:rsid w:val="00491827"/>
    <w:rsid w:val="00491EC0"/>
    <w:rsid w:val="004944E4"/>
    <w:rsid w:val="004B0AE4"/>
    <w:rsid w:val="004B319E"/>
    <w:rsid w:val="004B34E9"/>
    <w:rsid w:val="004B3824"/>
    <w:rsid w:val="004B6E4A"/>
    <w:rsid w:val="004C06AD"/>
    <w:rsid w:val="004C4399"/>
    <w:rsid w:val="004C7419"/>
    <w:rsid w:val="004C787C"/>
    <w:rsid w:val="004C7A75"/>
    <w:rsid w:val="004D010F"/>
    <w:rsid w:val="004D2F4C"/>
    <w:rsid w:val="004D5285"/>
    <w:rsid w:val="004D743F"/>
    <w:rsid w:val="004E170C"/>
    <w:rsid w:val="004E285D"/>
    <w:rsid w:val="004E7A1F"/>
    <w:rsid w:val="004F1D17"/>
    <w:rsid w:val="004F3EEF"/>
    <w:rsid w:val="004F4597"/>
    <w:rsid w:val="004F4B9B"/>
    <w:rsid w:val="004F6DC5"/>
    <w:rsid w:val="00501B32"/>
    <w:rsid w:val="00505E7E"/>
    <w:rsid w:val="0050666E"/>
    <w:rsid w:val="005071D8"/>
    <w:rsid w:val="005072B4"/>
    <w:rsid w:val="0051049A"/>
    <w:rsid w:val="0051122E"/>
    <w:rsid w:val="00511AB9"/>
    <w:rsid w:val="005166E0"/>
    <w:rsid w:val="005210B3"/>
    <w:rsid w:val="00523096"/>
    <w:rsid w:val="00523BB5"/>
    <w:rsid w:val="00523BDA"/>
    <w:rsid w:val="00523EA7"/>
    <w:rsid w:val="00537086"/>
    <w:rsid w:val="005406EB"/>
    <w:rsid w:val="00540C01"/>
    <w:rsid w:val="005434A6"/>
    <w:rsid w:val="00543F07"/>
    <w:rsid w:val="0054609D"/>
    <w:rsid w:val="00546192"/>
    <w:rsid w:val="00553375"/>
    <w:rsid w:val="005543C6"/>
    <w:rsid w:val="00554BFB"/>
    <w:rsid w:val="00555884"/>
    <w:rsid w:val="00561931"/>
    <w:rsid w:val="00561A0E"/>
    <w:rsid w:val="0056360F"/>
    <w:rsid w:val="00564169"/>
    <w:rsid w:val="00564BCA"/>
    <w:rsid w:val="00564DDD"/>
    <w:rsid w:val="00565CE5"/>
    <w:rsid w:val="00571DE2"/>
    <w:rsid w:val="00572B6C"/>
    <w:rsid w:val="00572F04"/>
    <w:rsid w:val="00572F11"/>
    <w:rsid w:val="005736B7"/>
    <w:rsid w:val="00573F86"/>
    <w:rsid w:val="0057465D"/>
    <w:rsid w:val="005754D3"/>
    <w:rsid w:val="00575E5A"/>
    <w:rsid w:val="0057765F"/>
    <w:rsid w:val="00577A3C"/>
    <w:rsid w:val="00577C2A"/>
    <w:rsid w:val="00580245"/>
    <w:rsid w:val="0058678B"/>
    <w:rsid w:val="0058793D"/>
    <w:rsid w:val="005950BB"/>
    <w:rsid w:val="00596E4E"/>
    <w:rsid w:val="0059798D"/>
    <w:rsid w:val="005A1F44"/>
    <w:rsid w:val="005A3D2F"/>
    <w:rsid w:val="005A45D1"/>
    <w:rsid w:val="005A595A"/>
    <w:rsid w:val="005B222D"/>
    <w:rsid w:val="005B4EC0"/>
    <w:rsid w:val="005B6DDE"/>
    <w:rsid w:val="005B73B8"/>
    <w:rsid w:val="005C1A97"/>
    <w:rsid w:val="005C3CAC"/>
    <w:rsid w:val="005D0E89"/>
    <w:rsid w:val="005D3964"/>
    <w:rsid w:val="005D3C39"/>
    <w:rsid w:val="005D5049"/>
    <w:rsid w:val="005E0759"/>
    <w:rsid w:val="005E6218"/>
    <w:rsid w:val="005F1BC7"/>
    <w:rsid w:val="005F1E2E"/>
    <w:rsid w:val="005F3295"/>
    <w:rsid w:val="005F7FF8"/>
    <w:rsid w:val="00600F67"/>
    <w:rsid w:val="0060115D"/>
    <w:rsid w:val="006014F5"/>
    <w:rsid w:val="00601A8C"/>
    <w:rsid w:val="00602DFB"/>
    <w:rsid w:val="00607C86"/>
    <w:rsid w:val="0061068E"/>
    <w:rsid w:val="006115D3"/>
    <w:rsid w:val="00617041"/>
    <w:rsid w:val="0062045C"/>
    <w:rsid w:val="00624EB2"/>
    <w:rsid w:val="0062669A"/>
    <w:rsid w:val="0062741F"/>
    <w:rsid w:val="00627A39"/>
    <w:rsid w:val="00631633"/>
    <w:rsid w:val="00631EAA"/>
    <w:rsid w:val="00634A88"/>
    <w:rsid w:val="00640ADF"/>
    <w:rsid w:val="00640B30"/>
    <w:rsid w:val="00644460"/>
    <w:rsid w:val="00646382"/>
    <w:rsid w:val="00647BE3"/>
    <w:rsid w:val="00650C7D"/>
    <w:rsid w:val="006510A4"/>
    <w:rsid w:val="00651926"/>
    <w:rsid w:val="00652EFD"/>
    <w:rsid w:val="00655749"/>
    <w:rsid w:val="00655976"/>
    <w:rsid w:val="0065610E"/>
    <w:rsid w:val="00660AD3"/>
    <w:rsid w:val="00664669"/>
    <w:rsid w:val="00665BDC"/>
    <w:rsid w:val="00673F7D"/>
    <w:rsid w:val="00674099"/>
    <w:rsid w:val="006749AD"/>
    <w:rsid w:val="006776B6"/>
    <w:rsid w:val="00680D0C"/>
    <w:rsid w:val="006817AF"/>
    <w:rsid w:val="00684D33"/>
    <w:rsid w:val="00693150"/>
    <w:rsid w:val="00694E3D"/>
    <w:rsid w:val="006A070D"/>
    <w:rsid w:val="006A14D0"/>
    <w:rsid w:val="006A5271"/>
    <w:rsid w:val="006A540D"/>
    <w:rsid w:val="006A5570"/>
    <w:rsid w:val="006A689C"/>
    <w:rsid w:val="006B0B03"/>
    <w:rsid w:val="006B3D79"/>
    <w:rsid w:val="006B510E"/>
    <w:rsid w:val="006B6FE4"/>
    <w:rsid w:val="006C0453"/>
    <w:rsid w:val="006C21E8"/>
    <w:rsid w:val="006C2343"/>
    <w:rsid w:val="006C3A38"/>
    <w:rsid w:val="006C442A"/>
    <w:rsid w:val="006C4639"/>
    <w:rsid w:val="006C5409"/>
    <w:rsid w:val="006D4252"/>
    <w:rsid w:val="006D4528"/>
    <w:rsid w:val="006D5C5A"/>
    <w:rsid w:val="006E0578"/>
    <w:rsid w:val="006E314D"/>
    <w:rsid w:val="006E5405"/>
    <w:rsid w:val="006E6C80"/>
    <w:rsid w:val="006E750A"/>
    <w:rsid w:val="006F439C"/>
    <w:rsid w:val="006F6B09"/>
    <w:rsid w:val="0070255F"/>
    <w:rsid w:val="007029B1"/>
    <w:rsid w:val="007038DC"/>
    <w:rsid w:val="007049CA"/>
    <w:rsid w:val="00704C59"/>
    <w:rsid w:val="00706808"/>
    <w:rsid w:val="00706B12"/>
    <w:rsid w:val="00706F4C"/>
    <w:rsid w:val="0070752A"/>
    <w:rsid w:val="00710723"/>
    <w:rsid w:val="0071080E"/>
    <w:rsid w:val="00711119"/>
    <w:rsid w:val="007134F3"/>
    <w:rsid w:val="00717D97"/>
    <w:rsid w:val="007232D0"/>
    <w:rsid w:val="00723ED1"/>
    <w:rsid w:val="007250A8"/>
    <w:rsid w:val="007255EF"/>
    <w:rsid w:val="00726461"/>
    <w:rsid w:val="0073461B"/>
    <w:rsid w:val="00734DAA"/>
    <w:rsid w:val="007356BD"/>
    <w:rsid w:val="00735D3B"/>
    <w:rsid w:val="00740AF5"/>
    <w:rsid w:val="00741294"/>
    <w:rsid w:val="00741502"/>
    <w:rsid w:val="00743525"/>
    <w:rsid w:val="00744F6A"/>
    <w:rsid w:val="00745555"/>
    <w:rsid w:val="00752D15"/>
    <w:rsid w:val="00753E85"/>
    <w:rsid w:val="007541A2"/>
    <w:rsid w:val="00755818"/>
    <w:rsid w:val="00755E2F"/>
    <w:rsid w:val="007611BB"/>
    <w:rsid w:val="0076241C"/>
    <w:rsid w:val="0076286B"/>
    <w:rsid w:val="00763B51"/>
    <w:rsid w:val="00766846"/>
    <w:rsid w:val="00766F4A"/>
    <w:rsid w:val="0076790E"/>
    <w:rsid w:val="0077382B"/>
    <w:rsid w:val="00773DC0"/>
    <w:rsid w:val="00774789"/>
    <w:rsid w:val="0077673A"/>
    <w:rsid w:val="00776C7C"/>
    <w:rsid w:val="0078405F"/>
    <w:rsid w:val="007846E1"/>
    <w:rsid w:val="007847D6"/>
    <w:rsid w:val="00784FD0"/>
    <w:rsid w:val="0078774D"/>
    <w:rsid w:val="007969A5"/>
    <w:rsid w:val="00796DC1"/>
    <w:rsid w:val="007974EB"/>
    <w:rsid w:val="007A2107"/>
    <w:rsid w:val="007A3B81"/>
    <w:rsid w:val="007A4E44"/>
    <w:rsid w:val="007A5172"/>
    <w:rsid w:val="007A5918"/>
    <w:rsid w:val="007A67A0"/>
    <w:rsid w:val="007A68BE"/>
    <w:rsid w:val="007B3284"/>
    <w:rsid w:val="007B570C"/>
    <w:rsid w:val="007B608D"/>
    <w:rsid w:val="007B67C2"/>
    <w:rsid w:val="007C6F69"/>
    <w:rsid w:val="007D448E"/>
    <w:rsid w:val="007D50DB"/>
    <w:rsid w:val="007D5A8D"/>
    <w:rsid w:val="007D63FC"/>
    <w:rsid w:val="007E2234"/>
    <w:rsid w:val="007E4A6E"/>
    <w:rsid w:val="007E4C6F"/>
    <w:rsid w:val="007E59A1"/>
    <w:rsid w:val="007E6155"/>
    <w:rsid w:val="007F15CE"/>
    <w:rsid w:val="007F32DD"/>
    <w:rsid w:val="007F3581"/>
    <w:rsid w:val="007F4F8F"/>
    <w:rsid w:val="007F56A7"/>
    <w:rsid w:val="00800851"/>
    <w:rsid w:val="00803601"/>
    <w:rsid w:val="00804D39"/>
    <w:rsid w:val="0080737F"/>
    <w:rsid w:val="00807B16"/>
    <w:rsid w:val="00807DD0"/>
    <w:rsid w:val="00814D08"/>
    <w:rsid w:val="0081521C"/>
    <w:rsid w:val="00815683"/>
    <w:rsid w:val="00815980"/>
    <w:rsid w:val="00815C1B"/>
    <w:rsid w:val="00821D01"/>
    <w:rsid w:val="00822B88"/>
    <w:rsid w:val="00826B7B"/>
    <w:rsid w:val="008301A0"/>
    <w:rsid w:val="00831DE9"/>
    <w:rsid w:val="00833899"/>
    <w:rsid w:val="008458EB"/>
    <w:rsid w:val="00845C50"/>
    <w:rsid w:val="00846789"/>
    <w:rsid w:val="00847393"/>
    <w:rsid w:val="00853D3A"/>
    <w:rsid w:val="00855F28"/>
    <w:rsid w:val="00872044"/>
    <w:rsid w:val="0087262B"/>
    <w:rsid w:val="00873829"/>
    <w:rsid w:val="008759A1"/>
    <w:rsid w:val="00876D73"/>
    <w:rsid w:val="00884275"/>
    <w:rsid w:val="00887F36"/>
    <w:rsid w:val="0089103D"/>
    <w:rsid w:val="00894F55"/>
    <w:rsid w:val="00895C8A"/>
    <w:rsid w:val="008961F7"/>
    <w:rsid w:val="008A1B78"/>
    <w:rsid w:val="008A3568"/>
    <w:rsid w:val="008A731A"/>
    <w:rsid w:val="008B2021"/>
    <w:rsid w:val="008B3DB2"/>
    <w:rsid w:val="008B4CEC"/>
    <w:rsid w:val="008B60F5"/>
    <w:rsid w:val="008B7E94"/>
    <w:rsid w:val="008C0335"/>
    <w:rsid w:val="008C50F3"/>
    <w:rsid w:val="008C65BC"/>
    <w:rsid w:val="008C73C5"/>
    <w:rsid w:val="008C7EFE"/>
    <w:rsid w:val="008D03B9"/>
    <w:rsid w:val="008D2612"/>
    <w:rsid w:val="008D30C7"/>
    <w:rsid w:val="008D552B"/>
    <w:rsid w:val="008D692E"/>
    <w:rsid w:val="008E0535"/>
    <w:rsid w:val="008E1138"/>
    <w:rsid w:val="008E2E07"/>
    <w:rsid w:val="008E3B01"/>
    <w:rsid w:val="008E5DB4"/>
    <w:rsid w:val="008F18D6"/>
    <w:rsid w:val="008F2C9B"/>
    <w:rsid w:val="008F3265"/>
    <w:rsid w:val="008F4391"/>
    <w:rsid w:val="008F797B"/>
    <w:rsid w:val="00904780"/>
    <w:rsid w:val="0090635B"/>
    <w:rsid w:val="009119DE"/>
    <w:rsid w:val="00920DEB"/>
    <w:rsid w:val="00922385"/>
    <w:rsid w:val="009223DF"/>
    <w:rsid w:val="009241ED"/>
    <w:rsid w:val="00930B79"/>
    <w:rsid w:val="00931F53"/>
    <w:rsid w:val="00936091"/>
    <w:rsid w:val="00940D8A"/>
    <w:rsid w:val="00941491"/>
    <w:rsid w:val="00950B4E"/>
    <w:rsid w:val="0096025E"/>
    <w:rsid w:val="009621CD"/>
    <w:rsid w:val="00962258"/>
    <w:rsid w:val="00962DF1"/>
    <w:rsid w:val="0096400F"/>
    <w:rsid w:val="00964860"/>
    <w:rsid w:val="009678B7"/>
    <w:rsid w:val="009841BD"/>
    <w:rsid w:val="00984632"/>
    <w:rsid w:val="009913A2"/>
    <w:rsid w:val="00992D9C"/>
    <w:rsid w:val="00994508"/>
    <w:rsid w:val="009959F2"/>
    <w:rsid w:val="00996CB8"/>
    <w:rsid w:val="009A27BB"/>
    <w:rsid w:val="009B20BC"/>
    <w:rsid w:val="009B2E97"/>
    <w:rsid w:val="009B5146"/>
    <w:rsid w:val="009B733B"/>
    <w:rsid w:val="009B7BA9"/>
    <w:rsid w:val="009C0F4D"/>
    <w:rsid w:val="009C2A00"/>
    <w:rsid w:val="009C418E"/>
    <w:rsid w:val="009C442C"/>
    <w:rsid w:val="009C7832"/>
    <w:rsid w:val="009C79AB"/>
    <w:rsid w:val="009D20A1"/>
    <w:rsid w:val="009D54E5"/>
    <w:rsid w:val="009E003E"/>
    <w:rsid w:val="009E07F4"/>
    <w:rsid w:val="009E08EE"/>
    <w:rsid w:val="009E1482"/>
    <w:rsid w:val="009E1AEE"/>
    <w:rsid w:val="009E4DA1"/>
    <w:rsid w:val="009E7479"/>
    <w:rsid w:val="009E75F2"/>
    <w:rsid w:val="009F309B"/>
    <w:rsid w:val="009F392E"/>
    <w:rsid w:val="009F53C5"/>
    <w:rsid w:val="009F6CA3"/>
    <w:rsid w:val="00A0209B"/>
    <w:rsid w:val="00A020CC"/>
    <w:rsid w:val="00A066DE"/>
    <w:rsid w:val="00A0740E"/>
    <w:rsid w:val="00A07C15"/>
    <w:rsid w:val="00A12463"/>
    <w:rsid w:val="00A13A01"/>
    <w:rsid w:val="00A13A90"/>
    <w:rsid w:val="00A13F95"/>
    <w:rsid w:val="00A14CA6"/>
    <w:rsid w:val="00A15641"/>
    <w:rsid w:val="00A235D9"/>
    <w:rsid w:val="00A32F3B"/>
    <w:rsid w:val="00A373A7"/>
    <w:rsid w:val="00A4050F"/>
    <w:rsid w:val="00A40C1B"/>
    <w:rsid w:val="00A4169A"/>
    <w:rsid w:val="00A43668"/>
    <w:rsid w:val="00A50641"/>
    <w:rsid w:val="00A51062"/>
    <w:rsid w:val="00A51BE9"/>
    <w:rsid w:val="00A530BF"/>
    <w:rsid w:val="00A55030"/>
    <w:rsid w:val="00A56A4F"/>
    <w:rsid w:val="00A56DEC"/>
    <w:rsid w:val="00A6177B"/>
    <w:rsid w:val="00A626D2"/>
    <w:rsid w:val="00A64237"/>
    <w:rsid w:val="00A66136"/>
    <w:rsid w:val="00A6718D"/>
    <w:rsid w:val="00A71189"/>
    <w:rsid w:val="00A727C6"/>
    <w:rsid w:val="00A7364A"/>
    <w:rsid w:val="00A74991"/>
    <w:rsid w:val="00A74B4D"/>
    <w:rsid w:val="00A74DCC"/>
    <w:rsid w:val="00A74FFB"/>
    <w:rsid w:val="00A7506D"/>
    <w:rsid w:val="00A753ED"/>
    <w:rsid w:val="00A7567E"/>
    <w:rsid w:val="00A77512"/>
    <w:rsid w:val="00A82A07"/>
    <w:rsid w:val="00A85121"/>
    <w:rsid w:val="00A92C1D"/>
    <w:rsid w:val="00A94C2F"/>
    <w:rsid w:val="00A95C0A"/>
    <w:rsid w:val="00AA2B89"/>
    <w:rsid w:val="00AA3E17"/>
    <w:rsid w:val="00AA4782"/>
    <w:rsid w:val="00AA4CBB"/>
    <w:rsid w:val="00AA4EEF"/>
    <w:rsid w:val="00AA65FA"/>
    <w:rsid w:val="00AA7351"/>
    <w:rsid w:val="00AB0788"/>
    <w:rsid w:val="00AB1063"/>
    <w:rsid w:val="00AB12DF"/>
    <w:rsid w:val="00AB4CB7"/>
    <w:rsid w:val="00AC07D3"/>
    <w:rsid w:val="00AD056F"/>
    <w:rsid w:val="00AD0C7B"/>
    <w:rsid w:val="00AD1771"/>
    <w:rsid w:val="00AD1786"/>
    <w:rsid w:val="00AD3565"/>
    <w:rsid w:val="00AD41CF"/>
    <w:rsid w:val="00AD5F1A"/>
    <w:rsid w:val="00AD61BD"/>
    <w:rsid w:val="00AD6731"/>
    <w:rsid w:val="00AD792A"/>
    <w:rsid w:val="00AE16EF"/>
    <w:rsid w:val="00AE1D4A"/>
    <w:rsid w:val="00AE3BB4"/>
    <w:rsid w:val="00AE3E21"/>
    <w:rsid w:val="00AF32F5"/>
    <w:rsid w:val="00B008D5"/>
    <w:rsid w:val="00B02F73"/>
    <w:rsid w:val="00B035B6"/>
    <w:rsid w:val="00B0619F"/>
    <w:rsid w:val="00B13A26"/>
    <w:rsid w:val="00B15D0D"/>
    <w:rsid w:val="00B206FF"/>
    <w:rsid w:val="00B22106"/>
    <w:rsid w:val="00B2309B"/>
    <w:rsid w:val="00B2468E"/>
    <w:rsid w:val="00B315B6"/>
    <w:rsid w:val="00B33ABD"/>
    <w:rsid w:val="00B34CA4"/>
    <w:rsid w:val="00B361A8"/>
    <w:rsid w:val="00B411E9"/>
    <w:rsid w:val="00B41518"/>
    <w:rsid w:val="00B429CF"/>
    <w:rsid w:val="00B448FF"/>
    <w:rsid w:val="00B51ABC"/>
    <w:rsid w:val="00B51E0F"/>
    <w:rsid w:val="00B51EB0"/>
    <w:rsid w:val="00B52A86"/>
    <w:rsid w:val="00B5431A"/>
    <w:rsid w:val="00B60046"/>
    <w:rsid w:val="00B60CE2"/>
    <w:rsid w:val="00B61530"/>
    <w:rsid w:val="00B625EC"/>
    <w:rsid w:val="00B6308F"/>
    <w:rsid w:val="00B6371E"/>
    <w:rsid w:val="00B63D71"/>
    <w:rsid w:val="00B6436B"/>
    <w:rsid w:val="00B645BC"/>
    <w:rsid w:val="00B66203"/>
    <w:rsid w:val="00B70267"/>
    <w:rsid w:val="00B70DB8"/>
    <w:rsid w:val="00B7330D"/>
    <w:rsid w:val="00B734ED"/>
    <w:rsid w:val="00B747F3"/>
    <w:rsid w:val="00B75EE1"/>
    <w:rsid w:val="00B77110"/>
    <w:rsid w:val="00B77481"/>
    <w:rsid w:val="00B77C6D"/>
    <w:rsid w:val="00B80CB0"/>
    <w:rsid w:val="00B80E53"/>
    <w:rsid w:val="00B818F8"/>
    <w:rsid w:val="00B82A36"/>
    <w:rsid w:val="00B82CA4"/>
    <w:rsid w:val="00B83FB3"/>
    <w:rsid w:val="00B8518B"/>
    <w:rsid w:val="00B86106"/>
    <w:rsid w:val="00B86A4E"/>
    <w:rsid w:val="00B93DEB"/>
    <w:rsid w:val="00B96AA0"/>
    <w:rsid w:val="00B97CC3"/>
    <w:rsid w:val="00BA6267"/>
    <w:rsid w:val="00BB4AF2"/>
    <w:rsid w:val="00BB5FF6"/>
    <w:rsid w:val="00BB7489"/>
    <w:rsid w:val="00BC06C4"/>
    <w:rsid w:val="00BC2201"/>
    <w:rsid w:val="00BC3CDD"/>
    <w:rsid w:val="00BC4CE7"/>
    <w:rsid w:val="00BC6455"/>
    <w:rsid w:val="00BC663E"/>
    <w:rsid w:val="00BC6D2B"/>
    <w:rsid w:val="00BD2F67"/>
    <w:rsid w:val="00BD5A0E"/>
    <w:rsid w:val="00BD7E91"/>
    <w:rsid w:val="00BD7F0D"/>
    <w:rsid w:val="00BE0FD0"/>
    <w:rsid w:val="00BE49F4"/>
    <w:rsid w:val="00BF6640"/>
    <w:rsid w:val="00BF6AF2"/>
    <w:rsid w:val="00C02D0A"/>
    <w:rsid w:val="00C03A6E"/>
    <w:rsid w:val="00C166A8"/>
    <w:rsid w:val="00C16E4F"/>
    <w:rsid w:val="00C21BEB"/>
    <w:rsid w:val="00C226C0"/>
    <w:rsid w:val="00C235B9"/>
    <w:rsid w:val="00C26B03"/>
    <w:rsid w:val="00C313BF"/>
    <w:rsid w:val="00C33938"/>
    <w:rsid w:val="00C33CA6"/>
    <w:rsid w:val="00C35E33"/>
    <w:rsid w:val="00C413CB"/>
    <w:rsid w:val="00C429F0"/>
    <w:rsid w:val="00C42FE6"/>
    <w:rsid w:val="00C44F6A"/>
    <w:rsid w:val="00C460C6"/>
    <w:rsid w:val="00C524D1"/>
    <w:rsid w:val="00C55B48"/>
    <w:rsid w:val="00C57268"/>
    <w:rsid w:val="00C60A4C"/>
    <w:rsid w:val="00C6198E"/>
    <w:rsid w:val="00C6287F"/>
    <w:rsid w:val="00C6654F"/>
    <w:rsid w:val="00C6720B"/>
    <w:rsid w:val="00C708EA"/>
    <w:rsid w:val="00C7216F"/>
    <w:rsid w:val="00C75802"/>
    <w:rsid w:val="00C776E5"/>
    <w:rsid w:val="00C778A5"/>
    <w:rsid w:val="00C81CEF"/>
    <w:rsid w:val="00C82396"/>
    <w:rsid w:val="00C95162"/>
    <w:rsid w:val="00C95863"/>
    <w:rsid w:val="00CA2357"/>
    <w:rsid w:val="00CA2B5E"/>
    <w:rsid w:val="00CA69CC"/>
    <w:rsid w:val="00CB00D4"/>
    <w:rsid w:val="00CB020E"/>
    <w:rsid w:val="00CB140F"/>
    <w:rsid w:val="00CB2B9A"/>
    <w:rsid w:val="00CB3151"/>
    <w:rsid w:val="00CB34EF"/>
    <w:rsid w:val="00CB42DF"/>
    <w:rsid w:val="00CB51FD"/>
    <w:rsid w:val="00CB535A"/>
    <w:rsid w:val="00CB65CD"/>
    <w:rsid w:val="00CB6A37"/>
    <w:rsid w:val="00CB7684"/>
    <w:rsid w:val="00CC0738"/>
    <w:rsid w:val="00CC1295"/>
    <w:rsid w:val="00CC16CC"/>
    <w:rsid w:val="00CC413F"/>
    <w:rsid w:val="00CC4380"/>
    <w:rsid w:val="00CC46FC"/>
    <w:rsid w:val="00CC7C8F"/>
    <w:rsid w:val="00CD1C73"/>
    <w:rsid w:val="00CD1FC4"/>
    <w:rsid w:val="00CE22D6"/>
    <w:rsid w:val="00CE6722"/>
    <w:rsid w:val="00CE7DE6"/>
    <w:rsid w:val="00CF06BF"/>
    <w:rsid w:val="00CF4237"/>
    <w:rsid w:val="00D01AF3"/>
    <w:rsid w:val="00D034A0"/>
    <w:rsid w:val="00D10973"/>
    <w:rsid w:val="00D10A2D"/>
    <w:rsid w:val="00D129D5"/>
    <w:rsid w:val="00D139AC"/>
    <w:rsid w:val="00D145E1"/>
    <w:rsid w:val="00D2074A"/>
    <w:rsid w:val="00D21061"/>
    <w:rsid w:val="00D21732"/>
    <w:rsid w:val="00D22913"/>
    <w:rsid w:val="00D25FC2"/>
    <w:rsid w:val="00D30099"/>
    <w:rsid w:val="00D3128F"/>
    <w:rsid w:val="00D34384"/>
    <w:rsid w:val="00D37513"/>
    <w:rsid w:val="00D37B14"/>
    <w:rsid w:val="00D4108E"/>
    <w:rsid w:val="00D47020"/>
    <w:rsid w:val="00D474A0"/>
    <w:rsid w:val="00D51DF4"/>
    <w:rsid w:val="00D526CD"/>
    <w:rsid w:val="00D57BFB"/>
    <w:rsid w:val="00D605F5"/>
    <w:rsid w:val="00D6163D"/>
    <w:rsid w:val="00D6259C"/>
    <w:rsid w:val="00D665AB"/>
    <w:rsid w:val="00D70AEA"/>
    <w:rsid w:val="00D72866"/>
    <w:rsid w:val="00D7399D"/>
    <w:rsid w:val="00D774E6"/>
    <w:rsid w:val="00D80A5C"/>
    <w:rsid w:val="00D831A3"/>
    <w:rsid w:val="00D8413B"/>
    <w:rsid w:val="00D8716A"/>
    <w:rsid w:val="00D97BE3"/>
    <w:rsid w:val="00DA3711"/>
    <w:rsid w:val="00DA5214"/>
    <w:rsid w:val="00DA5EEB"/>
    <w:rsid w:val="00DB4342"/>
    <w:rsid w:val="00DB619A"/>
    <w:rsid w:val="00DC0205"/>
    <w:rsid w:val="00DD0F5A"/>
    <w:rsid w:val="00DD4015"/>
    <w:rsid w:val="00DD46F3"/>
    <w:rsid w:val="00DE0267"/>
    <w:rsid w:val="00DE1DFF"/>
    <w:rsid w:val="00DE28EE"/>
    <w:rsid w:val="00DE51A5"/>
    <w:rsid w:val="00DE56F2"/>
    <w:rsid w:val="00DE62CE"/>
    <w:rsid w:val="00DE696C"/>
    <w:rsid w:val="00DE6A35"/>
    <w:rsid w:val="00DE72BC"/>
    <w:rsid w:val="00DE7EB3"/>
    <w:rsid w:val="00DF116D"/>
    <w:rsid w:val="00DF566F"/>
    <w:rsid w:val="00DF78B9"/>
    <w:rsid w:val="00E009D2"/>
    <w:rsid w:val="00E01EA1"/>
    <w:rsid w:val="00E022A7"/>
    <w:rsid w:val="00E03672"/>
    <w:rsid w:val="00E0719D"/>
    <w:rsid w:val="00E1127C"/>
    <w:rsid w:val="00E16FF7"/>
    <w:rsid w:val="00E17AFD"/>
    <w:rsid w:val="00E226D0"/>
    <w:rsid w:val="00E22C30"/>
    <w:rsid w:val="00E2553F"/>
    <w:rsid w:val="00E265A4"/>
    <w:rsid w:val="00E26D68"/>
    <w:rsid w:val="00E37C46"/>
    <w:rsid w:val="00E4366B"/>
    <w:rsid w:val="00E437B0"/>
    <w:rsid w:val="00E44045"/>
    <w:rsid w:val="00E445C8"/>
    <w:rsid w:val="00E44DD4"/>
    <w:rsid w:val="00E4520D"/>
    <w:rsid w:val="00E618C4"/>
    <w:rsid w:val="00E645E3"/>
    <w:rsid w:val="00E66D98"/>
    <w:rsid w:val="00E672B1"/>
    <w:rsid w:val="00E7007F"/>
    <w:rsid w:val="00E7218A"/>
    <w:rsid w:val="00E722F7"/>
    <w:rsid w:val="00E7502F"/>
    <w:rsid w:val="00E82883"/>
    <w:rsid w:val="00E83DF2"/>
    <w:rsid w:val="00E83F2C"/>
    <w:rsid w:val="00E878EE"/>
    <w:rsid w:val="00E95781"/>
    <w:rsid w:val="00E95FC3"/>
    <w:rsid w:val="00E9608E"/>
    <w:rsid w:val="00EA08FE"/>
    <w:rsid w:val="00EA148D"/>
    <w:rsid w:val="00EA6EC7"/>
    <w:rsid w:val="00EB0647"/>
    <w:rsid w:val="00EB104F"/>
    <w:rsid w:val="00EB138E"/>
    <w:rsid w:val="00EB282B"/>
    <w:rsid w:val="00EB456A"/>
    <w:rsid w:val="00EB46E5"/>
    <w:rsid w:val="00EB5D4D"/>
    <w:rsid w:val="00EB6882"/>
    <w:rsid w:val="00EC10AE"/>
    <w:rsid w:val="00EC11EE"/>
    <w:rsid w:val="00EC1DE0"/>
    <w:rsid w:val="00EC24BB"/>
    <w:rsid w:val="00EC60F7"/>
    <w:rsid w:val="00ED0703"/>
    <w:rsid w:val="00ED116C"/>
    <w:rsid w:val="00ED14BD"/>
    <w:rsid w:val="00ED1E83"/>
    <w:rsid w:val="00ED34EC"/>
    <w:rsid w:val="00ED50F3"/>
    <w:rsid w:val="00ED6360"/>
    <w:rsid w:val="00EE0F41"/>
    <w:rsid w:val="00EE2244"/>
    <w:rsid w:val="00EE3C5F"/>
    <w:rsid w:val="00EE4459"/>
    <w:rsid w:val="00EE6D9D"/>
    <w:rsid w:val="00EE7882"/>
    <w:rsid w:val="00EF09E5"/>
    <w:rsid w:val="00EF1941"/>
    <w:rsid w:val="00EF360F"/>
    <w:rsid w:val="00EF4F18"/>
    <w:rsid w:val="00EF6C64"/>
    <w:rsid w:val="00F016C7"/>
    <w:rsid w:val="00F03BEC"/>
    <w:rsid w:val="00F03DA2"/>
    <w:rsid w:val="00F05FCA"/>
    <w:rsid w:val="00F063DF"/>
    <w:rsid w:val="00F12DEC"/>
    <w:rsid w:val="00F13F18"/>
    <w:rsid w:val="00F1561C"/>
    <w:rsid w:val="00F1715C"/>
    <w:rsid w:val="00F178E1"/>
    <w:rsid w:val="00F17C45"/>
    <w:rsid w:val="00F17E8A"/>
    <w:rsid w:val="00F20453"/>
    <w:rsid w:val="00F2092F"/>
    <w:rsid w:val="00F21DD2"/>
    <w:rsid w:val="00F2723C"/>
    <w:rsid w:val="00F27429"/>
    <w:rsid w:val="00F275D7"/>
    <w:rsid w:val="00F310F8"/>
    <w:rsid w:val="00F34816"/>
    <w:rsid w:val="00F348C0"/>
    <w:rsid w:val="00F35939"/>
    <w:rsid w:val="00F36DA3"/>
    <w:rsid w:val="00F37E62"/>
    <w:rsid w:val="00F40F8F"/>
    <w:rsid w:val="00F4147D"/>
    <w:rsid w:val="00F45607"/>
    <w:rsid w:val="00F46000"/>
    <w:rsid w:val="00F4722B"/>
    <w:rsid w:val="00F50A69"/>
    <w:rsid w:val="00F54432"/>
    <w:rsid w:val="00F569C6"/>
    <w:rsid w:val="00F659EB"/>
    <w:rsid w:val="00F65D49"/>
    <w:rsid w:val="00F6610C"/>
    <w:rsid w:val="00F666BB"/>
    <w:rsid w:val="00F765A8"/>
    <w:rsid w:val="00F85ADF"/>
    <w:rsid w:val="00F86BA6"/>
    <w:rsid w:val="00F875E9"/>
    <w:rsid w:val="00F87E77"/>
    <w:rsid w:val="00F93E20"/>
    <w:rsid w:val="00F96701"/>
    <w:rsid w:val="00FB3994"/>
    <w:rsid w:val="00FB5BAA"/>
    <w:rsid w:val="00FB6342"/>
    <w:rsid w:val="00FB6AE4"/>
    <w:rsid w:val="00FB6F6A"/>
    <w:rsid w:val="00FC39CE"/>
    <w:rsid w:val="00FC59E2"/>
    <w:rsid w:val="00FC6389"/>
    <w:rsid w:val="00FC757D"/>
    <w:rsid w:val="00FD76E4"/>
    <w:rsid w:val="00FD7B5E"/>
    <w:rsid w:val="00FE0CF2"/>
    <w:rsid w:val="00FE4333"/>
    <w:rsid w:val="00FE56B5"/>
    <w:rsid w:val="00FE6AEC"/>
    <w:rsid w:val="00FF2A62"/>
    <w:rsid w:val="00FF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F90F63"/>
  <w14:defaultImageDpi w14:val="32767"/>
  <w15:docId w15:val="{5CECD4B5-BDA8-41FB-9E16-E12D457F2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50BB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0752A"/>
    <w:pPr>
      <w:tabs>
        <w:tab w:val="left" w:pos="1304"/>
        <w:tab w:val="right" w:leader="dot" w:pos="8692"/>
      </w:tabs>
      <w:spacing w:after="4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70752A"/>
    <w:pPr>
      <w:tabs>
        <w:tab w:val="left" w:pos="567"/>
        <w:tab w:val="right" w:leader="dot" w:pos="8692"/>
      </w:tabs>
      <w:spacing w:after="60"/>
      <w:ind w:left="567" w:hanging="567"/>
    </w:pPr>
    <w:rPr>
      <w: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F93E20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Normln"/>
    <w:next w:val="Nadpis2-2"/>
    <w:link w:val="Nadpis2-1Char"/>
    <w:qFormat/>
    <w:rsid w:val="00041EC8"/>
    <w:pPr>
      <w:keepNext/>
      <w:numPr>
        <w:numId w:val="4"/>
      </w:numPr>
      <w:spacing w:before="240" w:after="120"/>
      <w:jc w:val="both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link w:val="Nadpis2-2Char"/>
    <w:qFormat/>
    <w:rsid w:val="0033239F"/>
    <w:pPr>
      <w:numPr>
        <w:ilvl w:val="1"/>
      </w:numPr>
      <w:jc w:val="left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41EC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E878EE"/>
    <w:pPr>
      <w:numPr>
        <w:ilvl w:val="2"/>
        <w:numId w:val="4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33239F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C2343"/>
    <w:rPr>
      <w:b/>
      <w:caps/>
      <w:sz w:val="44"/>
      <w:szCs w:val="44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OdstavecseseznamemChar"/>
    <w:link w:val="Text2-1"/>
    <w:rsid w:val="00E878EE"/>
  </w:style>
  <w:style w:type="paragraph" w:customStyle="1" w:styleId="Titul2">
    <w:name w:val="_Titul_2"/>
    <w:basedOn w:val="Normln"/>
    <w:qFormat/>
    <w:rsid w:val="006C2343"/>
    <w:pPr>
      <w:tabs>
        <w:tab w:val="left" w:pos="6796"/>
      </w:tabs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6C234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C234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C418E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E5C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E878EE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link w:val="Nadpis1-1Char"/>
    <w:qFormat/>
    <w:rsid w:val="00C42FE6"/>
    <w:pPr>
      <w:keepNext/>
      <w:numPr>
        <w:numId w:val="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3151"/>
    <w:pPr>
      <w:numPr>
        <w:numId w:val="8"/>
      </w:numPr>
      <w:spacing w:after="120"/>
      <w:jc w:val="both"/>
    </w:pPr>
  </w:style>
  <w:style w:type="character" w:customStyle="1" w:styleId="Text1-1Char">
    <w:name w:val="_Text_1-1 Char"/>
    <w:basedOn w:val="Standardnpsmoodstavce"/>
    <w:link w:val="Text1-1"/>
    <w:rsid w:val="00E878EE"/>
  </w:style>
  <w:style w:type="character" w:customStyle="1" w:styleId="Nadpis1-1Char">
    <w:name w:val="_Nadpis_1-1 Char"/>
    <w:basedOn w:val="Text1-1Char"/>
    <w:link w:val="Nadpis1-1"/>
    <w:rsid w:val="00C42FE6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E5C7B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eznamsodrkamiChar"/>
    <w:link w:val="Odrka1-1"/>
    <w:rsid w:val="00CB3151"/>
  </w:style>
  <w:style w:type="paragraph" w:customStyle="1" w:styleId="Odrka1-2-">
    <w:name w:val="_Odrážka_1-2_-"/>
    <w:basedOn w:val="Odrka1-1"/>
    <w:qFormat/>
    <w:rsid w:val="00CB3151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CB3151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CB3151"/>
    <w:pPr>
      <w:numPr>
        <w:numId w:val="14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CB3151"/>
    <w:pPr>
      <w:numPr>
        <w:ilvl w:val="1"/>
        <w:numId w:val="14"/>
      </w:numPr>
      <w:spacing w:after="60"/>
      <w:jc w:val="both"/>
    </w:pPr>
  </w:style>
  <w:style w:type="paragraph" w:customStyle="1" w:styleId="Odstavec1-31">
    <w:name w:val="_Odstavec_1-3_1)"/>
    <w:qFormat/>
    <w:rsid w:val="00CB3151"/>
    <w:pPr>
      <w:numPr>
        <w:ilvl w:val="2"/>
        <w:numId w:val="14"/>
      </w:numPr>
      <w:spacing w:after="60"/>
      <w:jc w:val="both"/>
    </w:pPr>
  </w:style>
  <w:style w:type="paragraph" w:customStyle="1" w:styleId="Textbezslovn">
    <w:name w:val="_Text_bez_číslování"/>
    <w:basedOn w:val="Text2-1"/>
    <w:link w:val="TextbezslovnChar"/>
    <w:qFormat/>
    <w:rsid w:val="002D7FD6"/>
    <w:pPr>
      <w:numPr>
        <w:ilvl w:val="0"/>
        <w:numId w:val="0"/>
      </w:numPr>
      <w:ind w:left="737"/>
    </w:pPr>
  </w:style>
  <w:style w:type="paragraph" w:customStyle="1" w:styleId="Zpat0">
    <w:name w:val="_Zápatí"/>
    <w:basedOn w:val="Zpat"/>
    <w:qFormat/>
    <w:rsid w:val="00EB46E5"/>
    <w:pPr>
      <w:jc w:val="right"/>
    </w:pPr>
  </w:style>
  <w:style w:type="character" w:customStyle="1" w:styleId="Tun9b">
    <w:name w:val="_Tučně 9b"/>
    <w:basedOn w:val="Standardnpsmoodstavce"/>
    <w:uiPriority w:val="1"/>
    <w:qFormat/>
    <w:rsid w:val="004078F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42779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427794"/>
  </w:style>
  <w:style w:type="paragraph" w:customStyle="1" w:styleId="Zkratky1">
    <w:name w:val="_Zkratky_1"/>
    <w:basedOn w:val="Normln"/>
    <w:qFormat/>
    <w:rsid w:val="006115D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qFormat/>
    <w:rsid w:val="0037545D"/>
    <w:pPr>
      <w:numPr>
        <w:numId w:val="10"/>
      </w:numPr>
      <w:spacing w:after="40"/>
      <w:ind w:left="1247" w:hanging="51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9"/>
      </w:numPr>
    </w:pPr>
  </w:style>
  <w:style w:type="paragraph" w:customStyle="1" w:styleId="Zkratky2">
    <w:name w:val="_Zkratky_2"/>
    <w:basedOn w:val="Normln"/>
    <w:qFormat/>
    <w:rsid w:val="0076790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E7218A"/>
    <w:rPr>
      <w:b w:val="0"/>
      <w:i w:val="0"/>
    </w:rPr>
  </w:style>
  <w:style w:type="paragraph" w:customStyle="1" w:styleId="Nadpisbezsl1-1">
    <w:name w:val="_Nadpis_bez_čísl_1-1"/>
    <w:qFormat/>
    <w:rsid w:val="00FE4333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E4333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348C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F348C0"/>
    <w:rPr>
      <w:sz w:val="16"/>
      <w:szCs w:val="16"/>
    </w:rPr>
  </w:style>
  <w:style w:type="character" w:customStyle="1" w:styleId="TextbezslovnChar">
    <w:name w:val="_Text_bez_číslování Char"/>
    <w:basedOn w:val="Standardnpsmoodstavce"/>
    <w:link w:val="Textbezslovn"/>
    <w:locked/>
    <w:rsid w:val="00680D0C"/>
  </w:style>
  <w:style w:type="character" w:customStyle="1" w:styleId="Odstavec1-1aChar">
    <w:name w:val="_Odstavec_1-1_a) Char"/>
    <w:basedOn w:val="Standardnpsmoodstavce"/>
    <w:link w:val="Odstavec1-1a"/>
    <w:locked/>
    <w:rsid w:val="000749E8"/>
  </w:style>
  <w:style w:type="character" w:customStyle="1" w:styleId="normaltextrun">
    <w:name w:val="normaltextrun"/>
    <w:basedOn w:val="Standardnpsmoodstavce"/>
    <w:rsid w:val="00303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49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6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F47CDC-C23E-433D-A773-C9B35A5047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66EE020-32B4-4C4C-A9B7-B9A612975A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VTP_nové_logo-6</Template>
  <TotalTime>27</TotalTime>
  <Pages>1</Pages>
  <Words>322</Words>
  <Characters>1906</Characters>
  <Application>Microsoft Office Word</Application>
  <DocSecurity>0</DocSecurity>
  <Lines>15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Šedová Jana, Ing.</cp:lastModifiedBy>
  <cp:revision>18</cp:revision>
  <cp:lastPrinted>2019-07-29T14:58:00Z</cp:lastPrinted>
  <dcterms:created xsi:type="dcterms:W3CDTF">2025-02-14T07:56:00Z</dcterms:created>
  <dcterms:modified xsi:type="dcterms:W3CDTF">2025-05-29T10:02:00Z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